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4758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E51FF6" w14:textId="77777777" w:rsidTr="00146EEC">
        <w:tc>
          <w:tcPr>
            <w:tcW w:w="2689" w:type="dxa"/>
          </w:tcPr>
          <w:p w14:paraId="5A7D61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0CCB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4879D1" w14:textId="77777777" w:rsidTr="00146EEC">
        <w:tc>
          <w:tcPr>
            <w:tcW w:w="2689" w:type="dxa"/>
          </w:tcPr>
          <w:p w14:paraId="51081AE0" w14:textId="0B4E2BC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21FB2">
              <w:t>1</w:t>
            </w:r>
          </w:p>
        </w:tc>
        <w:tc>
          <w:tcPr>
            <w:tcW w:w="6939" w:type="dxa"/>
          </w:tcPr>
          <w:p w14:paraId="3EFBDC8A" w14:textId="447A527E" w:rsidR="00F1480E" w:rsidRPr="000754EC" w:rsidRDefault="00182890" w:rsidP="008E69C4">
            <w:pPr>
              <w:pStyle w:val="SIText"/>
            </w:pPr>
            <w:r>
              <w:t>This version released with</w:t>
            </w:r>
            <w:r w:rsidRPr="00182890">
              <w:t xml:space="preserve"> AHC Agriculture, Horticulture and Conservation and Land Management Training Package Version 3.0.</w:t>
            </w:r>
          </w:p>
        </w:tc>
      </w:tr>
    </w:tbl>
    <w:p w14:paraId="7A761F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8AAA2" w14:textId="77777777" w:rsidTr="00C57425">
        <w:trPr>
          <w:trHeight w:val="545"/>
          <w:tblHeader/>
        </w:trPr>
        <w:tc>
          <w:tcPr>
            <w:tcW w:w="1396" w:type="pct"/>
            <w:shd w:val="clear" w:color="auto" w:fill="auto"/>
          </w:tcPr>
          <w:p w14:paraId="2091B3DA" w14:textId="55529B2C" w:rsidR="00F1480E" w:rsidRPr="000754EC" w:rsidRDefault="00AD603D" w:rsidP="00155FF8">
            <w:pPr>
              <w:pStyle w:val="SIUNITCODE"/>
            </w:pPr>
            <w:r>
              <w:t>FBPVIT</w:t>
            </w:r>
            <w:r w:rsidR="00155FF8">
              <w:t>XXX</w:t>
            </w:r>
          </w:p>
        </w:tc>
        <w:tc>
          <w:tcPr>
            <w:tcW w:w="3604" w:type="pct"/>
            <w:shd w:val="clear" w:color="auto" w:fill="auto"/>
          </w:tcPr>
          <w:p w14:paraId="10AD775B" w14:textId="77777777" w:rsidR="00F1480E" w:rsidRPr="000754EC" w:rsidRDefault="00C57425" w:rsidP="000754EC">
            <w:pPr>
              <w:pStyle w:val="SIUnittitle"/>
            </w:pPr>
            <w:r w:rsidRPr="0056298A">
              <w:t>Monitor and maintain nursery plants</w:t>
            </w:r>
          </w:p>
        </w:tc>
      </w:tr>
      <w:tr w:rsidR="00F1480E" w:rsidRPr="00963A46" w14:paraId="46958016" w14:textId="77777777" w:rsidTr="00CA2922">
        <w:tc>
          <w:tcPr>
            <w:tcW w:w="1396" w:type="pct"/>
            <w:shd w:val="clear" w:color="auto" w:fill="auto"/>
          </w:tcPr>
          <w:p w14:paraId="081C87D1" w14:textId="1CAA5AA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9BB1329" w14:textId="71A0A1E1" w:rsidR="00102F7F" w:rsidRDefault="00102F7F" w:rsidP="00102F7F">
            <w:pPr>
              <w:pStyle w:val="SIText"/>
            </w:pPr>
            <w:r>
              <w:t xml:space="preserve">This unit </w:t>
            </w:r>
            <w:r w:rsidRPr="00102F7F">
              <w:t>of competency describes the skills and knowledge required to monitor and maintain containerised nursery plants</w:t>
            </w:r>
            <w:r w:rsidR="00E87015">
              <w:t>.</w:t>
            </w:r>
          </w:p>
          <w:p w14:paraId="08DADA7F" w14:textId="77777777" w:rsidR="00102F7F" w:rsidRPr="00102F7F" w:rsidRDefault="00102F7F" w:rsidP="00102F7F">
            <w:pPr>
              <w:pStyle w:val="SIText"/>
            </w:pPr>
          </w:p>
          <w:p w14:paraId="4EFD025E" w14:textId="7575177E" w:rsidR="00102F7F" w:rsidRDefault="00102F7F" w:rsidP="00102F7F">
            <w:pPr>
              <w:pStyle w:val="SIText"/>
            </w:pPr>
            <w:r>
              <w:t xml:space="preserve">The unit applies to </w:t>
            </w:r>
            <w:r w:rsidR="00C67D77">
              <w:t xml:space="preserve">individuals </w:t>
            </w:r>
            <w:r w:rsidR="00C67D77" w:rsidRPr="00102F7F">
              <w:t>who</w:t>
            </w:r>
            <w:r w:rsidRPr="00102F7F">
              <w:t xml:space="preserve"> </w:t>
            </w:r>
            <w:r w:rsidR="00151739">
              <w:t>carry out workplace procedures in completing tasks associated with maintaining nursery plants.</w:t>
            </w:r>
          </w:p>
          <w:p w14:paraId="412B99DB" w14:textId="77777777" w:rsidR="00102F7F" w:rsidRPr="00102F7F" w:rsidRDefault="00102F7F" w:rsidP="00102F7F">
            <w:pPr>
              <w:pStyle w:val="SIText"/>
            </w:pPr>
          </w:p>
          <w:p w14:paraId="5B5C2F69" w14:textId="77777777" w:rsidR="00F1480E" w:rsidRDefault="00E87015" w:rsidP="00E87015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33016BB" w14:textId="77777777" w:rsidR="00151739" w:rsidRPr="00102F7F" w:rsidRDefault="00151739" w:rsidP="00151739">
            <w:pPr>
              <w:pStyle w:val="SIText"/>
            </w:pPr>
          </w:p>
          <w:p w14:paraId="40BA4FD5" w14:textId="19D89D2C" w:rsidR="00151739" w:rsidRPr="000754EC" w:rsidRDefault="00151739" w:rsidP="00E87015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102F7F" w:rsidRPr="00963A46" w14:paraId="7EB811E6" w14:textId="77777777" w:rsidTr="00CA2922">
        <w:tc>
          <w:tcPr>
            <w:tcW w:w="1396" w:type="pct"/>
            <w:shd w:val="clear" w:color="auto" w:fill="auto"/>
          </w:tcPr>
          <w:p w14:paraId="705FA06F" w14:textId="77777777" w:rsidR="00102F7F" w:rsidRPr="00102F7F" w:rsidRDefault="00102F7F" w:rsidP="00102F7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793A23" w14:textId="68BE6032" w:rsidR="00102F7F" w:rsidRPr="00102F7F" w:rsidRDefault="00E87015" w:rsidP="00102F7F">
            <w:pPr>
              <w:pStyle w:val="SIText"/>
            </w:pPr>
            <w:commentRangeStart w:id="0"/>
            <w:r>
              <w:t>Nil</w:t>
            </w:r>
            <w:commentRangeEnd w:id="0"/>
            <w:r w:rsidR="00117F84">
              <w:rPr>
                <w:lang w:eastAsia="en-AU"/>
              </w:rPr>
              <w:commentReference w:id="0"/>
            </w:r>
          </w:p>
        </w:tc>
      </w:tr>
      <w:tr w:rsidR="00102F7F" w:rsidRPr="00963A46" w14:paraId="2EFECD9C" w14:textId="77777777" w:rsidTr="00CA2922">
        <w:tc>
          <w:tcPr>
            <w:tcW w:w="1396" w:type="pct"/>
            <w:shd w:val="clear" w:color="auto" w:fill="auto"/>
          </w:tcPr>
          <w:p w14:paraId="7693A5CE" w14:textId="77777777" w:rsidR="00102F7F" w:rsidRPr="00102F7F" w:rsidRDefault="00102F7F" w:rsidP="00102F7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4CB66A" w14:textId="5B570446" w:rsidR="00102F7F" w:rsidRPr="00102F7F" w:rsidRDefault="001C5050" w:rsidP="008D208C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DB1C01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DB1C01">
              <w:rPr>
                <w:rFonts w:eastAsiaTheme="minorHAnsi"/>
                <w:lang w:val="en-GB"/>
              </w:rPr>
              <w:t>)</w:t>
            </w:r>
          </w:p>
        </w:tc>
      </w:tr>
    </w:tbl>
    <w:p w14:paraId="0022A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0F6A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C6605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AC4D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8CDFC8" w14:textId="77777777" w:rsidTr="00036AE9">
        <w:trPr>
          <w:cantSplit/>
          <w:trHeight w:val="492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62E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637B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F7F" w:rsidRPr="00963A46" w14:paraId="031C77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71FB7B" w14:textId="77777777" w:rsidR="00102F7F" w:rsidRPr="00102F7F" w:rsidRDefault="00102F7F" w:rsidP="004D2AB8">
            <w:pPr>
              <w:pStyle w:val="SIText"/>
            </w:pPr>
            <w:r w:rsidRPr="00102F7F">
              <w:t>1. Monitor environmental parameters</w:t>
            </w:r>
          </w:p>
        </w:tc>
        <w:tc>
          <w:tcPr>
            <w:tcW w:w="3604" w:type="pct"/>
            <w:shd w:val="clear" w:color="auto" w:fill="auto"/>
          </w:tcPr>
          <w:p w14:paraId="5D3979F3" w14:textId="344BC653" w:rsidR="00242FD5" w:rsidRDefault="00E87015" w:rsidP="00036AE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242FD5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7ACEFDC7" w14:textId="7EA86E90" w:rsidR="00E87015" w:rsidRDefault="00242FD5" w:rsidP="00036AE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 Identify</w:t>
            </w:r>
            <w:r w:rsidR="00E87015">
              <w:rPr>
                <w:rFonts w:eastAsiaTheme="minorHAnsi"/>
                <w:lang w:val="en-US"/>
              </w:rPr>
              <w:t xml:space="preserve"> potential </w:t>
            </w:r>
            <w:r>
              <w:rPr>
                <w:rFonts w:eastAsiaTheme="minorHAnsi"/>
              </w:rPr>
              <w:t>workplace health and safety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E87015">
              <w:rPr>
                <w:rFonts w:eastAsiaTheme="minorHAnsi"/>
                <w:lang w:val="en-US"/>
              </w:rPr>
              <w:t xml:space="preserve">hazards and controls </w:t>
            </w:r>
            <w:r>
              <w:rPr>
                <w:rFonts w:eastAsiaTheme="minorHAnsi"/>
              </w:rPr>
              <w:t>according to</w:t>
            </w:r>
            <w:r w:rsidR="00E87015">
              <w:rPr>
                <w:rFonts w:eastAsiaTheme="minorHAnsi"/>
                <w:lang w:val="en-US"/>
              </w:rPr>
              <w:t xml:space="preserve"> workplace procedures</w:t>
            </w:r>
          </w:p>
          <w:p w14:paraId="539DFAAD" w14:textId="745C4FDF" w:rsidR="00E87015" w:rsidRDefault="00E87015" w:rsidP="00036AE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EF5D1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8E69C4">
              <w:rPr>
                <w:rFonts w:eastAsiaTheme="minorHAnsi"/>
              </w:rPr>
              <w:t>fit</w:t>
            </w:r>
            <w:r w:rsidR="008E69C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8E69C4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8E69C4">
              <w:rPr>
                <w:rFonts w:eastAsiaTheme="minorHAnsi"/>
              </w:rPr>
              <w:t>requirements</w:t>
            </w:r>
          </w:p>
          <w:p w14:paraId="5F5AA65A" w14:textId="14711B72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F5D19">
              <w:t>4</w:t>
            </w:r>
            <w:r w:rsidRPr="00102F7F">
              <w:t xml:space="preserve"> Monitor environmental parameters against the production plan</w:t>
            </w:r>
          </w:p>
          <w:p w14:paraId="35D5D458" w14:textId="52369A96" w:rsidR="00102F7F" w:rsidRDefault="00102F7F" w:rsidP="009476A1">
            <w:pPr>
              <w:pStyle w:val="SIText"/>
            </w:pPr>
            <w:r w:rsidRPr="004E2BC7">
              <w:t>1.</w:t>
            </w:r>
            <w:r w:rsidR="00EF5D19">
              <w:t>5</w:t>
            </w:r>
            <w:r w:rsidRPr="00102F7F">
              <w:t xml:space="preserve"> Alter environmental parameters to meet the needs of the plants</w:t>
            </w:r>
          </w:p>
          <w:p w14:paraId="33ACB159" w14:textId="79D806F3" w:rsidR="006B275A" w:rsidRPr="00102F7F" w:rsidRDefault="006B275A" w:rsidP="00242FD5">
            <w:pPr>
              <w:pStyle w:val="SIText"/>
            </w:pPr>
            <w:r>
              <w:t>1.</w:t>
            </w:r>
            <w:r w:rsidR="00EF5D19">
              <w:t>6</w:t>
            </w:r>
            <w:r>
              <w:t xml:space="preserve"> Maintain nursery hygiene to comply with industry </w:t>
            </w:r>
            <w:r w:rsidR="00B269EC">
              <w:t xml:space="preserve">and workplace </w:t>
            </w:r>
            <w:r>
              <w:t>pr</w:t>
            </w:r>
            <w:r w:rsidR="00242FD5">
              <w:t>ocedures</w:t>
            </w:r>
          </w:p>
        </w:tc>
      </w:tr>
      <w:tr w:rsidR="00102F7F" w:rsidRPr="00963A46" w14:paraId="19DBA0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A9CBE" w14:textId="77777777" w:rsidR="00102F7F" w:rsidRPr="00102F7F" w:rsidRDefault="00102F7F" w:rsidP="004D2AB8">
            <w:pPr>
              <w:pStyle w:val="SIText"/>
            </w:pPr>
            <w:r w:rsidRPr="00102F7F">
              <w:t>2. Determine daily water requirements</w:t>
            </w:r>
          </w:p>
        </w:tc>
        <w:tc>
          <w:tcPr>
            <w:tcW w:w="3604" w:type="pct"/>
            <w:shd w:val="clear" w:color="auto" w:fill="auto"/>
          </w:tcPr>
          <w:p w14:paraId="75FC0CF3" w14:textId="7627A172" w:rsidR="00102F7F" w:rsidRPr="00102F7F" w:rsidRDefault="00102F7F" w:rsidP="009476A1">
            <w:pPr>
              <w:pStyle w:val="SIText"/>
            </w:pPr>
            <w:r>
              <w:t xml:space="preserve">2.1 </w:t>
            </w:r>
            <w:r w:rsidR="007E3310">
              <w:t xml:space="preserve">Identify </w:t>
            </w:r>
            <w:r w:rsidRPr="00102F7F">
              <w:t xml:space="preserve">plant water requirements </w:t>
            </w:r>
            <w:r w:rsidR="00E87015">
              <w:t>to maintain required health and growth</w:t>
            </w:r>
            <w:r w:rsidR="00242FD5">
              <w:t xml:space="preserve"> according to workplace procedures</w:t>
            </w:r>
          </w:p>
          <w:p w14:paraId="6189B4A5" w14:textId="7321551F" w:rsidR="00102F7F" w:rsidRPr="00102F7F" w:rsidRDefault="00102F7F">
            <w:pPr>
              <w:pStyle w:val="SIText"/>
            </w:pPr>
            <w:r>
              <w:t xml:space="preserve">2.2 </w:t>
            </w:r>
            <w:r w:rsidRPr="00102F7F">
              <w:t xml:space="preserve">Irrigate plants according to </w:t>
            </w:r>
            <w:r w:rsidR="00242FD5">
              <w:t>workplace procedures</w:t>
            </w:r>
          </w:p>
          <w:p w14:paraId="2E50CD4E" w14:textId="60CB6BCA" w:rsidR="00102F7F" w:rsidRDefault="00102F7F">
            <w:pPr>
              <w:pStyle w:val="SIText"/>
            </w:pPr>
            <w:r w:rsidRPr="00963A46">
              <w:t>2.3</w:t>
            </w:r>
            <w:r w:rsidRPr="00102F7F">
              <w:t xml:space="preserve"> Monitor water requirements</w:t>
            </w:r>
            <w:r w:rsidR="00E87015">
              <w:t xml:space="preserve"> </w:t>
            </w:r>
            <w:r w:rsidR="00242FD5">
              <w:t>according to workplace procedures</w:t>
            </w:r>
          </w:p>
          <w:p w14:paraId="7AE40D35" w14:textId="5461CB56" w:rsidR="00FE2398" w:rsidRPr="00102F7F" w:rsidRDefault="00FE2398">
            <w:pPr>
              <w:pStyle w:val="SIText"/>
            </w:pPr>
            <w:r>
              <w:t>2.4 Maintain nursery irrigation system to meet plant production plan</w:t>
            </w:r>
          </w:p>
        </w:tc>
      </w:tr>
      <w:tr w:rsidR="00102F7F" w:rsidRPr="00963A46" w14:paraId="0F9D68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A30DA3" w14:textId="77777777" w:rsidR="00102F7F" w:rsidRPr="00102F7F" w:rsidRDefault="00102F7F" w:rsidP="004D2AB8">
            <w:pPr>
              <w:pStyle w:val="SIText"/>
            </w:pPr>
            <w:r w:rsidRPr="00102F7F">
              <w:t>3. Implement treatments to promote plant growth</w:t>
            </w:r>
          </w:p>
        </w:tc>
        <w:tc>
          <w:tcPr>
            <w:tcW w:w="3604" w:type="pct"/>
            <w:shd w:val="clear" w:color="auto" w:fill="auto"/>
          </w:tcPr>
          <w:p w14:paraId="1F4EEC80" w14:textId="63C79A1A" w:rsidR="00102F7F" w:rsidRPr="00102F7F" w:rsidRDefault="00102F7F" w:rsidP="009476A1">
            <w:pPr>
              <w:pStyle w:val="SIText"/>
            </w:pPr>
            <w:r>
              <w:t xml:space="preserve">3.1 </w:t>
            </w:r>
            <w:r w:rsidRPr="00102F7F">
              <w:t xml:space="preserve">Test potting media </w:t>
            </w:r>
            <w:r w:rsidR="00242FD5">
              <w:t>according to workplace procedures</w:t>
            </w:r>
          </w:p>
          <w:p w14:paraId="31D3AC83" w14:textId="079D8770" w:rsidR="00102F7F" w:rsidRPr="00102F7F" w:rsidRDefault="00102F7F">
            <w:pPr>
              <w:pStyle w:val="SIText"/>
            </w:pPr>
            <w:r>
              <w:t xml:space="preserve">3.2 </w:t>
            </w:r>
            <w:r w:rsidRPr="00102F7F">
              <w:t>Monitor overall health of plants</w:t>
            </w:r>
            <w:r w:rsidR="00E87015">
              <w:t xml:space="preserve"> </w:t>
            </w:r>
            <w:r w:rsidR="00242FD5">
              <w:t xml:space="preserve">according to </w:t>
            </w:r>
            <w:r w:rsidR="00E87015">
              <w:t>workplace procedures</w:t>
            </w:r>
          </w:p>
          <w:p w14:paraId="208DF868" w14:textId="77777777" w:rsidR="00102F7F" w:rsidRPr="00102F7F" w:rsidRDefault="00102F7F">
            <w:pPr>
              <w:pStyle w:val="SIText"/>
            </w:pPr>
            <w:r>
              <w:t xml:space="preserve">3.3 </w:t>
            </w:r>
            <w:r w:rsidRPr="00102F7F">
              <w:t>Implement plant treatments according to production plans</w:t>
            </w:r>
          </w:p>
          <w:p w14:paraId="017F66F5" w14:textId="52F045EF" w:rsidR="00102F7F" w:rsidRPr="00102F7F" w:rsidRDefault="00102F7F" w:rsidP="00242FD5">
            <w:pPr>
              <w:pStyle w:val="SIText"/>
            </w:pPr>
            <w:r w:rsidRPr="00963A46">
              <w:t>3.4</w:t>
            </w:r>
            <w:r w:rsidRPr="00102F7F">
              <w:t xml:space="preserve"> Identify</w:t>
            </w:r>
            <w:r w:rsidR="00242FD5">
              <w:t xml:space="preserve"> and address non-conformances</w:t>
            </w:r>
            <w:r w:rsidRPr="00102F7F">
              <w:t xml:space="preserve"> according to workplace procedures</w:t>
            </w:r>
          </w:p>
        </w:tc>
      </w:tr>
      <w:tr w:rsidR="00102F7F" w:rsidRPr="00963A46" w14:paraId="3D7EF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B1363" w14:textId="77777777" w:rsidR="00102F7F" w:rsidRPr="00102F7F" w:rsidRDefault="00102F7F" w:rsidP="004D2AB8">
            <w:pPr>
              <w:pStyle w:val="SIText"/>
            </w:pPr>
            <w:r w:rsidRPr="00102F7F">
              <w:t>4. Monitor the dispatch of stock</w:t>
            </w:r>
          </w:p>
        </w:tc>
        <w:tc>
          <w:tcPr>
            <w:tcW w:w="3604" w:type="pct"/>
            <w:shd w:val="clear" w:color="auto" w:fill="auto"/>
          </w:tcPr>
          <w:p w14:paraId="1DB38CCE" w14:textId="4C22AACA" w:rsidR="00102F7F" w:rsidRPr="00102F7F" w:rsidRDefault="00102F7F" w:rsidP="009476A1">
            <w:pPr>
              <w:pStyle w:val="SIText"/>
            </w:pPr>
            <w:r>
              <w:t xml:space="preserve">4.1 </w:t>
            </w:r>
            <w:r w:rsidRPr="00102F7F">
              <w:t>Confirm availability of stock and timing of dispatch with customers</w:t>
            </w:r>
            <w:r w:rsidR="00242FD5">
              <w:t xml:space="preserve"> according to workplace procedures</w:t>
            </w:r>
          </w:p>
          <w:p w14:paraId="0C2D6FC7" w14:textId="77777777" w:rsidR="00102F7F" w:rsidRPr="00102F7F" w:rsidRDefault="00102F7F">
            <w:pPr>
              <w:pStyle w:val="SIText"/>
            </w:pPr>
            <w:r>
              <w:t xml:space="preserve">4.2 </w:t>
            </w:r>
            <w:r w:rsidRPr="00102F7F">
              <w:t>Prepare plants for dispatch in line with customer requirements</w:t>
            </w:r>
          </w:p>
          <w:p w14:paraId="4625D236" w14:textId="77777777" w:rsidR="00102F7F" w:rsidRPr="00102F7F" w:rsidRDefault="00102F7F">
            <w:pPr>
              <w:pStyle w:val="SIText"/>
            </w:pPr>
            <w:r>
              <w:t xml:space="preserve">4.3 </w:t>
            </w:r>
            <w:r w:rsidRPr="00102F7F">
              <w:t>Check stock to ensure it meets quality specifications</w:t>
            </w:r>
          </w:p>
          <w:p w14:paraId="5D157CEA" w14:textId="77777777" w:rsidR="00102F7F" w:rsidRDefault="00102F7F">
            <w:pPr>
              <w:pStyle w:val="SIText"/>
            </w:pPr>
            <w:r w:rsidRPr="00963A46">
              <w:t>4.4</w:t>
            </w:r>
            <w:r w:rsidRPr="00102F7F">
              <w:t xml:space="preserve"> Check orders against stock being dispatched to ensure compliance</w:t>
            </w:r>
          </w:p>
          <w:p w14:paraId="33FE4A8E" w14:textId="4809A981" w:rsidR="006019B5" w:rsidRPr="00102F7F" w:rsidRDefault="006019B5">
            <w:pPr>
              <w:pStyle w:val="SIText"/>
            </w:pPr>
            <w:r>
              <w:t xml:space="preserve">4.5 </w:t>
            </w:r>
            <w:r w:rsidRPr="00102F7F">
              <w:t>Record workplace information according to workplace procedures</w:t>
            </w:r>
          </w:p>
        </w:tc>
      </w:tr>
    </w:tbl>
    <w:p w14:paraId="51B701A7" w14:textId="77777777" w:rsidR="005F771F" w:rsidRDefault="005F771F" w:rsidP="005F771F">
      <w:pPr>
        <w:pStyle w:val="SIText"/>
      </w:pPr>
    </w:p>
    <w:p w14:paraId="74C74765" w14:textId="77777777" w:rsidR="005F771F" w:rsidRPr="000754EC" w:rsidRDefault="005F771F" w:rsidP="000754EC">
      <w:r>
        <w:br w:type="page"/>
      </w:r>
    </w:p>
    <w:p w14:paraId="1C0AE4D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78B453" w14:textId="77777777" w:rsidTr="00CA2922">
        <w:trPr>
          <w:tblHeader/>
        </w:trPr>
        <w:tc>
          <w:tcPr>
            <w:tcW w:w="5000" w:type="pct"/>
            <w:gridSpan w:val="2"/>
          </w:tcPr>
          <w:p w14:paraId="68F96BA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3A419A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2506CF" w14:textId="77777777" w:rsidTr="00CA2922">
        <w:trPr>
          <w:tblHeader/>
        </w:trPr>
        <w:tc>
          <w:tcPr>
            <w:tcW w:w="1396" w:type="pct"/>
          </w:tcPr>
          <w:p w14:paraId="76AA7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06D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2FE3" w:rsidRPr="00336FCA" w:rsidDel="00423CB2" w14:paraId="3F6DEBC4" w14:textId="77777777" w:rsidTr="00CA2922">
        <w:tc>
          <w:tcPr>
            <w:tcW w:w="1396" w:type="pct"/>
          </w:tcPr>
          <w:p w14:paraId="218300AD" w14:textId="7FAC5AEA" w:rsidR="00252FE3" w:rsidRPr="00102F7F" w:rsidRDefault="00252FE3" w:rsidP="00102F7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9BDBFA5" w14:textId="31230061" w:rsidR="00252FE3" w:rsidRPr="00102F7F" w:rsidRDefault="00252FE3" w:rsidP="00242FD5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252FE3" w:rsidRPr="00336FCA" w:rsidDel="00423CB2" w14:paraId="25A8EB7B" w14:textId="77777777" w:rsidTr="00CD7A28">
        <w:trPr>
          <w:trHeight w:val="212"/>
        </w:trPr>
        <w:tc>
          <w:tcPr>
            <w:tcW w:w="1396" w:type="pct"/>
          </w:tcPr>
          <w:p w14:paraId="560F547A" w14:textId="550FA305" w:rsidR="00252FE3" w:rsidRPr="00102F7F" w:rsidRDefault="00252FE3" w:rsidP="00102F7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528B4B3" w14:textId="6FC84C97" w:rsidR="00252FE3" w:rsidRPr="00102F7F" w:rsidRDefault="00AD603D" w:rsidP="00252FE3">
            <w:pPr>
              <w:pStyle w:val="SIBulletList1"/>
            </w:pPr>
            <w:r>
              <w:rPr>
                <w:rFonts w:eastAsiaTheme="minorHAnsi"/>
              </w:rPr>
              <w:t>Calculate numerical information relating to measuring quantities, adjusting equipment controls and stock operations</w:t>
            </w:r>
          </w:p>
        </w:tc>
      </w:tr>
      <w:tr w:rsidR="00252FE3" w:rsidRPr="00336FCA" w:rsidDel="00423CB2" w14:paraId="08E1AAC2" w14:textId="77777777" w:rsidTr="00CD7A28">
        <w:trPr>
          <w:trHeight w:val="212"/>
        </w:trPr>
        <w:tc>
          <w:tcPr>
            <w:tcW w:w="1396" w:type="pct"/>
          </w:tcPr>
          <w:p w14:paraId="5C5E86DA" w14:textId="087468BB" w:rsidR="00252FE3" w:rsidRPr="00102F7F" w:rsidRDefault="00252FE3" w:rsidP="00102F7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16849BD" w14:textId="72EAA9BB" w:rsidR="00252FE3" w:rsidRPr="00102F7F" w:rsidRDefault="0003303D" w:rsidP="00252FE3">
            <w:pPr>
              <w:pStyle w:val="SIBulletList1"/>
            </w:pPr>
            <w:r>
              <w:rPr>
                <w:rFonts w:eastAsiaTheme="minorHAnsi"/>
              </w:rPr>
              <w:t>Apply workplace procedures and legislative responsibilities</w:t>
            </w:r>
            <w:r w:rsidR="001C5050">
              <w:rPr>
                <w:rFonts w:eastAsiaTheme="minorHAnsi"/>
              </w:rPr>
              <w:t xml:space="preserve"> relevant</w:t>
            </w:r>
            <w:r>
              <w:rPr>
                <w:rFonts w:eastAsiaTheme="minorHAnsi"/>
              </w:rPr>
              <w:t xml:space="preserve"> to own role</w:t>
            </w:r>
          </w:p>
        </w:tc>
      </w:tr>
      <w:tr w:rsidR="00252FE3" w:rsidRPr="00336FCA" w:rsidDel="00423CB2" w14:paraId="4A7500FD" w14:textId="77777777" w:rsidTr="004D2AB8">
        <w:trPr>
          <w:trHeight w:val="291"/>
        </w:trPr>
        <w:tc>
          <w:tcPr>
            <w:tcW w:w="1396" w:type="pct"/>
          </w:tcPr>
          <w:p w14:paraId="546098CF" w14:textId="11DD86AB" w:rsidR="00252FE3" w:rsidRPr="00102F7F" w:rsidRDefault="00252FE3" w:rsidP="00102F7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8ED80D9" w14:textId="32F1FA96" w:rsidR="00252FE3" w:rsidRPr="00102F7F" w:rsidRDefault="001C5050" w:rsidP="00252FE3">
            <w:pPr>
              <w:pStyle w:val="SIBulletList1"/>
            </w:pPr>
            <w:r>
              <w:rPr>
                <w:rFonts w:eastAsiaTheme="minorHAnsi"/>
              </w:rPr>
              <w:t>Use required communication mode to report operational information to relevant personnel</w:t>
            </w:r>
          </w:p>
        </w:tc>
      </w:tr>
      <w:tr w:rsidR="00252FE3" w:rsidRPr="00336FCA" w:rsidDel="00423CB2" w14:paraId="04FDDBB9" w14:textId="77777777" w:rsidTr="007E3310">
        <w:trPr>
          <w:trHeight w:val="584"/>
        </w:trPr>
        <w:tc>
          <w:tcPr>
            <w:tcW w:w="1396" w:type="pct"/>
          </w:tcPr>
          <w:p w14:paraId="05B3C301" w14:textId="3C7840E1" w:rsidR="00252FE3" w:rsidRPr="00102F7F" w:rsidRDefault="00252FE3" w:rsidP="00102F7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8A07363" w14:textId="196B7B7C" w:rsidR="00252FE3" w:rsidRPr="007E3310" w:rsidRDefault="0003303D" w:rsidP="00F97DA9">
            <w:pPr>
              <w:pStyle w:val="SIBulletList1"/>
            </w:pPr>
            <w:r>
              <w:rPr>
                <w:rFonts w:eastAsiaTheme="minorHAnsi"/>
              </w:rPr>
              <w:t>Respond to routine problems by referring to workplace procedures</w:t>
            </w:r>
          </w:p>
          <w:p w14:paraId="5C4CAFB7" w14:textId="3596B3B7" w:rsidR="0003303D" w:rsidRPr="00102F7F" w:rsidRDefault="0003303D" w:rsidP="00F97DA9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0B61E6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2122"/>
        <w:gridCol w:w="2403"/>
        <w:gridCol w:w="3108"/>
      </w:tblGrid>
      <w:tr w:rsidR="00F1480E" w14:paraId="482F3A65" w14:textId="77777777" w:rsidTr="00F33FF2">
        <w:tc>
          <w:tcPr>
            <w:tcW w:w="5000" w:type="pct"/>
            <w:gridSpan w:val="4"/>
          </w:tcPr>
          <w:p w14:paraId="45C8EC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25BC1D" w14:textId="77777777" w:rsidTr="00102F7F">
        <w:tc>
          <w:tcPr>
            <w:tcW w:w="1036" w:type="pct"/>
          </w:tcPr>
          <w:p w14:paraId="56E01A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2" w:type="pct"/>
          </w:tcPr>
          <w:p w14:paraId="6E71B3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48" w:type="pct"/>
          </w:tcPr>
          <w:p w14:paraId="1B0E33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4" w:type="pct"/>
          </w:tcPr>
          <w:p w14:paraId="0AE325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F7F" w14:paraId="1232D30B" w14:textId="77777777" w:rsidTr="00102F7F">
        <w:tc>
          <w:tcPr>
            <w:tcW w:w="1036" w:type="pct"/>
          </w:tcPr>
          <w:p w14:paraId="0DAE8F76" w14:textId="2F1E58D1" w:rsidR="00102F7F" w:rsidRPr="00102F7F" w:rsidRDefault="00AD603D" w:rsidP="00102F7F">
            <w:pPr>
              <w:pStyle w:val="SIText"/>
            </w:pPr>
            <w:r>
              <w:t>FBPVIT</w:t>
            </w:r>
            <w:r w:rsidR="00102F7F" w:rsidRPr="00102F7F">
              <w:t>3</w:t>
            </w:r>
            <w:r w:rsidR="00155FF8">
              <w:t>XXX</w:t>
            </w:r>
            <w:r w:rsidR="00102F7F" w:rsidRPr="00102F7F">
              <w:t xml:space="preserve"> Monitor and maintain nursery plants</w:t>
            </w:r>
          </w:p>
        </w:tc>
        <w:tc>
          <w:tcPr>
            <w:tcW w:w="1102" w:type="pct"/>
          </w:tcPr>
          <w:p w14:paraId="7CC25D0F" w14:textId="77777777" w:rsidR="00102F7F" w:rsidRPr="00102F7F" w:rsidRDefault="00102F7F" w:rsidP="00102F7F">
            <w:pPr>
              <w:pStyle w:val="SIText"/>
            </w:pPr>
            <w:r w:rsidRPr="00460C74">
              <w:t>FDFWGG3009A Monitor and maintain nursery plants</w:t>
            </w:r>
          </w:p>
        </w:tc>
        <w:tc>
          <w:tcPr>
            <w:tcW w:w="1248" w:type="pct"/>
          </w:tcPr>
          <w:p w14:paraId="791226F4" w14:textId="77777777" w:rsidR="006A4EE6" w:rsidRPr="006A4EE6" w:rsidRDefault="006A4EE6" w:rsidP="006A4EE6">
            <w:pPr>
              <w:pStyle w:val="SIText"/>
            </w:pPr>
            <w:r w:rsidRPr="006A4EE6">
              <w:t>Updated to meet Standards for Training Packages</w:t>
            </w:r>
          </w:p>
          <w:p w14:paraId="486D5900" w14:textId="3A421FDF" w:rsidR="006A4EE6" w:rsidRPr="006A4EE6" w:rsidRDefault="006A4EE6" w:rsidP="006A4EE6">
            <w:pPr>
              <w:pStyle w:val="SIText"/>
            </w:pPr>
            <w:r w:rsidRPr="006A4EE6">
              <w:t xml:space="preserve">Code changed to reflect </w:t>
            </w:r>
            <w:r w:rsidR="00155FF8">
              <w:t>industry sector</w:t>
            </w:r>
          </w:p>
          <w:p w14:paraId="0E278550" w14:textId="77777777" w:rsidR="006A4EE6" w:rsidRDefault="006A4EE6" w:rsidP="006A4EE6">
            <w:pPr>
              <w:pStyle w:val="SIText"/>
            </w:pPr>
            <w:r w:rsidRPr="006A4EE6">
              <w:t>Minor changes to performance criteria for clarity</w:t>
            </w:r>
          </w:p>
          <w:p w14:paraId="63E4CB13" w14:textId="6A891DD8" w:rsidR="00102F7F" w:rsidRDefault="00F4266C" w:rsidP="00F97DA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F97DA9">
              <w:rPr>
                <w:rFonts w:eastAsiaTheme="minorHAnsi"/>
              </w:rPr>
              <w:t>as</w:t>
            </w:r>
            <w:r w:rsidR="007E708B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4" w:type="pct"/>
          </w:tcPr>
          <w:p w14:paraId="5B4F7470" w14:textId="77777777" w:rsidR="00102F7F" w:rsidRPr="00102F7F" w:rsidRDefault="00102F7F" w:rsidP="00102F7F">
            <w:pPr>
              <w:pStyle w:val="SIText"/>
            </w:pPr>
            <w:r>
              <w:t>E</w:t>
            </w:r>
            <w:r w:rsidRPr="00102F7F">
              <w:t>quivalent unit</w:t>
            </w:r>
          </w:p>
        </w:tc>
      </w:tr>
    </w:tbl>
    <w:p w14:paraId="42D7051E" w14:textId="37BCA8F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97DA9" w:rsidRPr="00A55106" w14:paraId="71A08982" w14:textId="77777777" w:rsidTr="007E3310">
        <w:tc>
          <w:tcPr>
            <w:tcW w:w="1028" w:type="pct"/>
            <w:shd w:val="clear" w:color="auto" w:fill="auto"/>
          </w:tcPr>
          <w:p w14:paraId="4DEC2B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7851E619" w14:textId="308A8ABC" w:rsidR="00520E9A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8F53288" w14:textId="294AE0DB" w:rsidR="00F1480E" w:rsidRPr="000754EC" w:rsidRDefault="00953BED" w:rsidP="00CD7A28">
            <w:pPr>
              <w:pStyle w:val="SIText"/>
            </w:pPr>
            <w:hyperlink r:id="rId13" w:history="1">
              <w:r w:rsidR="009476A1" w:rsidRPr="00F6123B">
                <w:t>http://vetnet.education.gov.au/Pages/TrainingDocs.asp?q=78b15323-cd38-483e-aad7-1159b570a5c4</w:t>
              </w:r>
            </w:hyperlink>
            <w:r w:rsidR="009476A1">
              <w:br/>
            </w:r>
          </w:p>
        </w:tc>
      </w:tr>
    </w:tbl>
    <w:p w14:paraId="36C8350A" w14:textId="77777777" w:rsidR="00F1480E" w:rsidRDefault="00F1480E" w:rsidP="005F771F">
      <w:pPr>
        <w:pStyle w:val="SIText"/>
      </w:pPr>
    </w:p>
    <w:p w14:paraId="39A7A1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499AB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E659BA" w14:textId="035027A2" w:rsidR="00556C4C" w:rsidRPr="000754EC" w:rsidRDefault="008914A9" w:rsidP="008914A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0D38D2" w14:textId="2474C3E3" w:rsidR="00556C4C" w:rsidRPr="000754EC" w:rsidRDefault="008914A9" w:rsidP="008914A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D603D">
              <w:rPr>
                <w:rFonts w:eastAsiaTheme="minorHAnsi"/>
              </w:rPr>
              <w:t>FBPVIT</w:t>
            </w:r>
            <w:r>
              <w:t>3</w:t>
            </w:r>
            <w:r w:rsidR="00155FF8">
              <w:t>XXX</w:t>
            </w:r>
            <w:r>
              <w:t xml:space="preserve"> </w:t>
            </w:r>
            <w:r w:rsidR="00C57425" w:rsidRPr="00C57425">
              <w:t>Monitor and maintain nursery plants</w:t>
            </w:r>
          </w:p>
        </w:tc>
      </w:tr>
      <w:tr w:rsidR="00556C4C" w:rsidRPr="00A55106" w14:paraId="7D3B48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60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9D6E39" w14:textId="77777777" w:rsidTr="00113678">
        <w:tc>
          <w:tcPr>
            <w:tcW w:w="5000" w:type="pct"/>
            <w:gridSpan w:val="2"/>
            <w:shd w:val="clear" w:color="auto" w:fill="auto"/>
          </w:tcPr>
          <w:p w14:paraId="6B1E2CC6" w14:textId="56B6C764" w:rsidR="00102F7F" w:rsidRPr="00102F7F" w:rsidRDefault="00102F7F" w:rsidP="00102F7F">
            <w:pPr>
              <w:pStyle w:val="SIText"/>
            </w:pPr>
            <w:r>
              <w:t xml:space="preserve">An individual demonstrating </w:t>
            </w:r>
            <w:r w:rsidRPr="00102F7F">
              <w:t>competency must satisfy all of the elements and performance criteria in this unit.</w:t>
            </w:r>
            <w:r w:rsidR="006019B5">
              <w:br/>
            </w:r>
          </w:p>
          <w:p w14:paraId="5620B883" w14:textId="3D4D6A53" w:rsidR="00F97DA9" w:rsidRDefault="00F97DA9" w:rsidP="00036AE9">
            <w:pPr>
              <w:pStyle w:val="SIText"/>
            </w:pPr>
            <w:r w:rsidRPr="00F97DA9">
              <w:t xml:space="preserve">There must be evidence that the individual has </w:t>
            </w:r>
            <w:r w:rsidR="00231034">
              <w:t xml:space="preserve">safely and effectively </w:t>
            </w:r>
            <w:r w:rsidR="00251E96" w:rsidRPr="00251E96">
              <w:t>monitor</w:t>
            </w:r>
            <w:r w:rsidR="00251E96">
              <w:t>ed</w:t>
            </w:r>
            <w:r w:rsidR="00251E96" w:rsidRPr="00251E96">
              <w:t xml:space="preserve"> and maintain</w:t>
            </w:r>
            <w:r w:rsidR="00251E96">
              <w:t>ed</w:t>
            </w:r>
            <w:r w:rsidR="00251E96" w:rsidRPr="00251E96">
              <w:t xml:space="preserve"> </w:t>
            </w:r>
            <w:r w:rsidR="00231034">
              <w:t xml:space="preserve">three different </w:t>
            </w:r>
            <w:r w:rsidR="00251E96" w:rsidRPr="00251E96">
              <w:t>containeris</w:t>
            </w:r>
            <w:r w:rsidR="00231034">
              <w:t xml:space="preserve">ed </w:t>
            </w:r>
            <w:r w:rsidR="00251E96" w:rsidRPr="00251E96">
              <w:t xml:space="preserve">nursery plants </w:t>
            </w:r>
            <w:r w:rsidR="00251E96">
              <w:t xml:space="preserve">and </w:t>
            </w:r>
            <w:r w:rsidRPr="00F97DA9">
              <w:t>demonstrated the following:</w:t>
            </w:r>
          </w:p>
          <w:p w14:paraId="2F204770" w14:textId="7FCD497E" w:rsidR="0003303D" w:rsidRDefault="00102F7F" w:rsidP="007F245E">
            <w:pPr>
              <w:pStyle w:val="SIBulletList1"/>
            </w:pPr>
            <w:r>
              <w:t xml:space="preserve">identifying </w:t>
            </w:r>
            <w:r w:rsidR="0003303D" w:rsidRPr="00102F7F">
              <w:t>and following work</w:t>
            </w:r>
            <w:r w:rsidR="0003303D">
              <w:t xml:space="preserve">place health and safety </w:t>
            </w:r>
            <w:r w:rsidR="0003303D" w:rsidRPr="00102F7F">
              <w:t xml:space="preserve"> procedures</w:t>
            </w:r>
          </w:p>
          <w:p w14:paraId="023EA996" w14:textId="1815F535" w:rsidR="00102F7F" w:rsidRPr="00102F7F" w:rsidRDefault="0003303D" w:rsidP="00102F7F">
            <w:pPr>
              <w:pStyle w:val="SIBulletList1"/>
            </w:pPr>
            <w:r>
              <w:t xml:space="preserve">selecting </w:t>
            </w:r>
            <w:r w:rsidR="00102F7F">
              <w:t>and u</w:t>
            </w:r>
            <w:r w:rsidR="00102F7F" w:rsidRPr="00102F7F">
              <w:t xml:space="preserve">sing personal protective equipment </w:t>
            </w:r>
          </w:p>
          <w:p w14:paraId="38FC8B2D" w14:textId="77777777" w:rsidR="00102F7F" w:rsidRPr="00102F7F" w:rsidRDefault="00102F7F" w:rsidP="00102F7F">
            <w:pPr>
              <w:pStyle w:val="SIBulletList1"/>
            </w:pPr>
            <w:r>
              <w:t>i</w:t>
            </w:r>
            <w:r w:rsidRPr="00102F7F">
              <w:t>dentifying environmental factors and their effect on plant growth and health</w:t>
            </w:r>
          </w:p>
          <w:p w14:paraId="4B741338" w14:textId="77777777" w:rsidR="00102F7F" w:rsidRPr="00102F7F" w:rsidRDefault="00102F7F" w:rsidP="00102F7F">
            <w:pPr>
              <w:pStyle w:val="SIBulletList1"/>
            </w:pPr>
            <w:r>
              <w:t xml:space="preserve">monitoring </w:t>
            </w:r>
            <w:r w:rsidRPr="00102F7F">
              <w:t>and controlling irrigation and treatments to meet production outcomes</w:t>
            </w:r>
          </w:p>
          <w:p w14:paraId="3F121BF8" w14:textId="1D6CA2A9" w:rsidR="00102F7F" w:rsidRPr="00102F7F" w:rsidRDefault="00102F7F" w:rsidP="00102F7F">
            <w:pPr>
              <w:pStyle w:val="SIBulletList1"/>
            </w:pPr>
            <w:r w:rsidRPr="00894AFB">
              <w:t>identify</w:t>
            </w:r>
            <w:r w:rsidRPr="00102F7F">
              <w:t xml:space="preserve">ing and addressing </w:t>
            </w:r>
            <w:r w:rsidR="007F245E">
              <w:t>non-conformances</w:t>
            </w:r>
          </w:p>
          <w:p w14:paraId="34C7BDA7" w14:textId="20AEB7F1" w:rsidR="00102F7F" w:rsidRPr="00102F7F" w:rsidRDefault="00102F7F" w:rsidP="00102F7F">
            <w:pPr>
              <w:pStyle w:val="SIBulletList1"/>
            </w:pPr>
            <w:r>
              <w:t>confirming a</w:t>
            </w:r>
            <w:r w:rsidR="00751C4E">
              <w:t>vailable</w:t>
            </w:r>
            <w:r w:rsidRPr="00102F7F">
              <w:t xml:space="preserve"> stock levels to meet customer requirements</w:t>
            </w:r>
          </w:p>
          <w:p w14:paraId="6DC39139" w14:textId="77777777" w:rsidR="00102F7F" w:rsidRDefault="00102F7F" w:rsidP="00102F7F">
            <w:pPr>
              <w:pStyle w:val="SIBulletList1"/>
            </w:pPr>
            <w:r w:rsidRPr="00894AFB">
              <w:t>prepar</w:t>
            </w:r>
            <w:r w:rsidRPr="00102F7F">
              <w:t>ing stock for dispatch</w:t>
            </w:r>
          </w:p>
          <w:p w14:paraId="62AC9527" w14:textId="031C213F" w:rsidR="00391806" w:rsidRPr="00102F7F" w:rsidRDefault="00391806" w:rsidP="00102F7F">
            <w:pPr>
              <w:pStyle w:val="SIBulletList1"/>
            </w:pPr>
            <w:r>
              <w:t>dispatching nursery plant stock to meet customer requirements</w:t>
            </w:r>
          </w:p>
          <w:p w14:paraId="02A72495" w14:textId="77777777" w:rsidR="00102F7F" w:rsidRPr="00102F7F" w:rsidRDefault="00102F7F" w:rsidP="00102F7F">
            <w:pPr>
              <w:pStyle w:val="SIBulletList1"/>
            </w:pPr>
            <w:r>
              <w:t>completing</w:t>
            </w:r>
            <w:r w:rsidRPr="00102F7F">
              <w:t xml:space="preserve"> documentation to workplace requirements.</w:t>
            </w:r>
          </w:p>
          <w:p w14:paraId="238807BC" w14:textId="77777777" w:rsidR="00556C4C" w:rsidRPr="000754EC" w:rsidRDefault="00556C4C" w:rsidP="00036AE9">
            <w:pPr>
              <w:pStyle w:val="SIText"/>
            </w:pPr>
          </w:p>
        </w:tc>
      </w:tr>
    </w:tbl>
    <w:p w14:paraId="169A48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62D5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CA7E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02F7F" w:rsidRPr="00067E1C" w14:paraId="5C693CFE" w14:textId="77777777" w:rsidTr="00CA2922">
        <w:tc>
          <w:tcPr>
            <w:tcW w:w="5000" w:type="pct"/>
            <w:shd w:val="clear" w:color="auto" w:fill="auto"/>
          </w:tcPr>
          <w:p w14:paraId="60B0FE40" w14:textId="02AD75EB" w:rsidR="00102F7F" w:rsidRPr="00102F7F" w:rsidRDefault="00102F7F" w:rsidP="004D2AB8">
            <w:pPr>
              <w:pStyle w:val="SIText"/>
            </w:pPr>
            <w:r w:rsidRPr="005E58FB">
              <w:t>An</w:t>
            </w:r>
            <w:r w:rsidRPr="00102F7F">
              <w:t xml:space="preserve"> individual must be able to demonstrate the knowledge required to perform the tasks outlined in the elements and performance criteria of this unit. This includes knowledge </w:t>
            </w:r>
            <w:commentRangeStart w:id="1"/>
            <w:commentRangeStart w:id="2"/>
            <w:r w:rsidRPr="00102F7F">
              <w:t>of</w:t>
            </w:r>
            <w:commentRangeEnd w:id="1"/>
            <w:r w:rsidR="00AB7C9C">
              <w:rPr>
                <w:lang w:eastAsia="en-AU"/>
              </w:rPr>
              <w:commentReference w:id="1"/>
            </w:r>
            <w:commentRangeEnd w:id="2"/>
            <w:r w:rsidR="00D73A7E">
              <w:rPr>
                <w:lang w:eastAsia="en-AU"/>
              </w:rPr>
              <w:commentReference w:id="2"/>
            </w:r>
            <w:r w:rsidRPr="00102F7F">
              <w:t>:</w:t>
            </w:r>
          </w:p>
          <w:p w14:paraId="0116C2EF" w14:textId="0B482AE4" w:rsidR="00102F7F" w:rsidRPr="00102F7F" w:rsidRDefault="00102F7F" w:rsidP="00603AD3">
            <w:pPr>
              <w:pStyle w:val="SIBulletList1"/>
            </w:pPr>
            <w:r w:rsidRPr="00324917">
              <w:t>basic vine physiology, as it applies to:</w:t>
            </w:r>
          </w:p>
          <w:p w14:paraId="6140EA98" w14:textId="77777777" w:rsidR="00102F7F" w:rsidRPr="00102F7F" w:rsidRDefault="00102F7F" w:rsidP="007E3310">
            <w:pPr>
              <w:pStyle w:val="SIBulletList2"/>
            </w:pPr>
            <w:r w:rsidRPr="00324917">
              <w:t>transpiration</w:t>
            </w:r>
          </w:p>
          <w:p w14:paraId="1274A3A9" w14:textId="77777777" w:rsidR="00102F7F" w:rsidRPr="00102F7F" w:rsidRDefault="00102F7F" w:rsidP="007E3310">
            <w:pPr>
              <w:pStyle w:val="SIBulletList2"/>
            </w:pPr>
            <w:r w:rsidRPr="00324917">
              <w:t>water intake</w:t>
            </w:r>
          </w:p>
          <w:p w14:paraId="1FB7528E" w14:textId="77777777" w:rsidR="00102F7F" w:rsidRPr="00102F7F" w:rsidRDefault="00102F7F" w:rsidP="007E3310">
            <w:pPr>
              <w:pStyle w:val="SIBulletList2"/>
            </w:pPr>
            <w:r w:rsidRPr="00324917">
              <w:t>nutrient uptake</w:t>
            </w:r>
          </w:p>
          <w:p w14:paraId="56E6C1FD" w14:textId="77777777" w:rsidR="00102F7F" w:rsidRPr="00102F7F" w:rsidRDefault="00102F7F" w:rsidP="007E3310">
            <w:pPr>
              <w:pStyle w:val="SIBulletList2"/>
            </w:pPr>
            <w:r w:rsidRPr="00324917">
              <w:t>photosynthesis</w:t>
            </w:r>
          </w:p>
          <w:p w14:paraId="6DACEDC9" w14:textId="77777777" w:rsidR="00102F7F" w:rsidRPr="00102F7F" w:rsidRDefault="00102F7F" w:rsidP="007E3310">
            <w:pPr>
              <w:pStyle w:val="SIBulletList2"/>
            </w:pPr>
            <w:r w:rsidRPr="00324917">
              <w:t>respiration</w:t>
            </w:r>
          </w:p>
          <w:p w14:paraId="1E2B20EC" w14:textId="77777777" w:rsidR="00102F7F" w:rsidRPr="00102F7F" w:rsidRDefault="00102F7F" w:rsidP="007E3310">
            <w:pPr>
              <w:pStyle w:val="SIBulletList2"/>
            </w:pPr>
            <w:r w:rsidRPr="00324917">
              <w:t>translocation</w:t>
            </w:r>
          </w:p>
          <w:p w14:paraId="779ABC99" w14:textId="77777777" w:rsidR="00102F7F" w:rsidRPr="00102F7F" w:rsidRDefault="00102F7F" w:rsidP="00603AD3">
            <w:pPr>
              <w:pStyle w:val="SIBulletList1"/>
            </w:pPr>
            <w:r w:rsidRPr="00324917">
              <w:t>parts of the root, trunk, shoot and fruit systems of the grapevine, their role in how the vine works and thei</w:t>
            </w:r>
            <w:r w:rsidRPr="00102F7F">
              <w:t>r contribution to fruit quality:</w:t>
            </w:r>
          </w:p>
          <w:p w14:paraId="064222A3" w14:textId="77777777" w:rsidR="00102F7F" w:rsidRPr="00102F7F" w:rsidRDefault="00102F7F" w:rsidP="007E3310">
            <w:pPr>
              <w:pStyle w:val="SIBulletList2"/>
            </w:pPr>
            <w:r w:rsidRPr="00324917">
              <w:t>buds, nodes and tendrils</w:t>
            </w:r>
          </w:p>
          <w:p w14:paraId="32376DCE" w14:textId="77777777" w:rsidR="00102F7F" w:rsidRPr="00102F7F" w:rsidRDefault="00102F7F" w:rsidP="007E3310">
            <w:pPr>
              <w:pStyle w:val="SIBulletList2"/>
            </w:pPr>
            <w:r w:rsidRPr="00324917">
              <w:t>cambium, epidermis, phloem and xylem</w:t>
            </w:r>
          </w:p>
          <w:p w14:paraId="137C4038" w14:textId="77777777" w:rsidR="00102F7F" w:rsidRPr="00102F7F" w:rsidRDefault="00102F7F" w:rsidP="007E3310">
            <w:pPr>
              <w:pStyle w:val="SIBulletList2"/>
            </w:pPr>
            <w:r w:rsidRPr="00324917">
              <w:t>leaf</w:t>
            </w:r>
            <w:r w:rsidRPr="00102F7F">
              <w:t xml:space="preserve"> blade, bract and petiole</w:t>
            </w:r>
          </w:p>
          <w:p w14:paraId="20B869A8" w14:textId="77777777" w:rsidR="00102F7F" w:rsidRPr="00102F7F" w:rsidRDefault="00102F7F" w:rsidP="007E3310">
            <w:pPr>
              <w:pStyle w:val="SIBulletList2"/>
            </w:pPr>
            <w:r w:rsidRPr="00324917">
              <w:t>bunch, berries and flowers</w:t>
            </w:r>
          </w:p>
          <w:p w14:paraId="448BFCBC" w14:textId="77777777" w:rsidR="00102F7F" w:rsidRPr="00102F7F" w:rsidRDefault="00102F7F" w:rsidP="00603AD3">
            <w:pPr>
              <w:pStyle w:val="SIBulletList1"/>
            </w:pPr>
            <w:r w:rsidRPr="00324917">
              <w:t>key grape varieties an</w:t>
            </w:r>
            <w:r w:rsidRPr="00102F7F">
              <w:t>d their distinguishing features:</w:t>
            </w:r>
          </w:p>
          <w:p w14:paraId="496B92F6" w14:textId="77777777" w:rsidR="00102F7F" w:rsidRPr="00102F7F" w:rsidRDefault="00102F7F" w:rsidP="007E3310">
            <w:pPr>
              <w:pStyle w:val="SIBulletList2"/>
            </w:pPr>
            <w:r w:rsidRPr="00324917">
              <w:t>berry and bunch characteristics</w:t>
            </w:r>
          </w:p>
          <w:p w14:paraId="3EF1B8F7" w14:textId="77777777" w:rsidR="00102F7F" w:rsidRPr="00102F7F" w:rsidRDefault="00102F7F" w:rsidP="007E3310">
            <w:pPr>
              <w:pStyle w:val="SIBulletList2"/>
            </w:pPr>
            <w:r w:rsidRPr="00324917">
              <w:t>frost and disease resistance</w:t>
            </w:r>
          </w:p>
          <w:p w14:paraId="5A51AE26" w14:textId="77777777" w:rsidR="00102F7F" w:rsidRPr="00102F7F" w:rsidRDefault="00102F7F" w:rsidP="007E3310">
            <w:pPr>
              <w:pStyle w:val="SIBulletList2"/>
            </w:pPr>
            <w:r w:rsidRPr="00324917">
              <w:t>flavour and style</w:t>
            </w:r>
          </w:p>
          <w:p w14:paraId="0A92E085" w14:textId="77777777" w:rsidR="00102F7F" w:rsidRPr="00102F7F" w:rsidRDefault="00102F7F" w:rsidP="00603AD3">
            <w:pPr>
              <w:pStyle w:val="SIBulletList1"/>
            </w:pPr>
            <w:r>
              <w:t>annual grapevine growth stages</w:t>
            </w:r>
            <w:r w:rsidRPr="00102F7F">
              <w:t>:</w:t>
            </w:r>
          </w:p>
          <w:p w14:paraId="3FBBF355" w14:textId="77777777" w:rsidR="00102F7F" w:rsidRPr="00102F7F" w:rsidRDefault="00102F7F" w:rsidP="007E3310">
            <w:pPr>
              <w:pStyle w:val="SIBulletList2"/>
            </w:pPr>
            <w:r w:rsidRPr="00324917">
              <w:t>budburst</w:t>
            </w:r>
          </w:p>
          <w:p w14:paraId="2872D361" w14:textId="77777777" w:rsidR="00102F7F" w:rsidRPr="00102F7F" w:rsidRDefault="00102F7F" w:rsidP="007E3310">
            <w:pPr>
              <w:pStyle w:val="SIBulletList2"/>
            </w:pPr>
            <w:r w:rsidRPr="00324917">
              <w:t>flowering</w:t>
            </w:r>
          </w:p>
          <w:p w14:paraId="5823FF5D" w14:textId="77777777" w:rsidR="00102F7F" w:rsidRPr="00102F7F" w:rsidRDefault="00102F7F" w:rsidP="007E3310">
            <w:pPr>
              <w:pStyle w:val="SIBulletList2"/>
            </w:pPr>
            <w:r>
              <w:t>on set of ripening</w:t>
            </w:r>
          </w:p>
          <w:p w14:paraId="7808656E" w14:textId="77777777" w:rsidR="00102F7F" w:rsidRPr="00102F7F" w:rsidRDefault="00102F7F" w:rsidP="007E3310">
            <w:pPr>
              <w:pStyle w:val="SIBulletList2"/>
            </w:pPr>
            <w:r w:rsidRPr="00324917">
              <w:t>maturity</w:t>
            </w:r>
          </w:p>
          <w:p w14:paraId="75281436" w14:textId="77777777" w:rsidR="00102F7F" w:rsidRPr="00102F7F" w:rsidRDefault="00102F7F" w:rsidP="00603AD3">
            <w:pPr>
              <w:pStyle w:val="SIBulletList1"/>
            </w:pPr>
            <w:r>
              <w:t>irrigation systems and methods including:</w:t>
            </w:r>
          </w:p>
          <w:p w14:paraId="1D9C4126" w14:textId="77777777" w:rsidR="00102F7F" w:rsidRPr="00102F7F" w:rsidRDefault="00102F7F" w:rsidP="007E3310">
            <w:pPr>
              <w:pStyle w:val="SIBulletList2"/>
            </w:pPr>
            <w:r w:rsidRPr="00324917">
              <w:t>methods of calculating daily water needs</w:t>
            </w:r>
          </w:p>
          <w:p w14:paraId="0E7C0714" w14:textId="77777777" w:rsidR="00102F7F" w:rsidRPr="00102F7F" w:rsidRDefault="00102F7F" w:rsidP="007E3310">
            <w:pPr>
              <w:pStyle w:val="SIBulletList2"/>
            </w:pPr>
            <w:r w:rsidRPr="00324917">
              <w:t>methods for monitoring water use</w:t>
            </w:r>
          </w:p>
          <w:p w14:paraId="47284D8D" w14:textId="77777777" w:rsidR="00102F7F" w:rsidRPr="00102F7F" w:rsidRDefault="00102F7F" w:rsidP="007E3310">
            <w:pPr>
              <w:pStyle w:val="SIBulletList2"/>
            </w:pPr>
            <w:r w:rsidRPr="00324917">
              <w:t>relationship between water needs of nursery plants and environmental parameters</w:t>
            </w:r>
          </w:p>
          <w:p w14:paraId="7033F868" w14:textId="77777777" w:rsidR="00102F7F" w:rsidRPr="00102F7F" w:rsidRDefault="00102F7F" w:rsidP="00603AD3">
            <w:pPr>
              <w:pStyle w:val="SIBulletList1"/>
            </w:pPr>
            <w:r w:rsidRPr="00BD757F">
              <w:t>maintena</w:t>
            </w:r>
            <w:r w:rsidRPr="00102F7F">
              <w:t>nce of irrigation systems:</w:t>
            </w:r>
          </w:p>
          <w:p w14:paraId="14CD93FD" w14:textId="77777777" w:rsidR="00102F7F" w:rsidRPr="00102F7F" w:rsidRDefault="00102F7F" w:rsidP="007E3310">
            <w:pPr>
              <w:pStyle w:val="SIBulletList2"/>
            </w:pPr>
            <w:r w:rsidRPr="00BD757F">
              <w:t>fixing blockages</w:t>
            </w:r>
          </w:p>
          <w:p w14:paraId="2DB2FB19" w14:textId="77777777" w:rsidR="00102F7F" w:rsidRPr="00102F7F" w:rsidRDefault="00102F7F" w:rsidP="007E3310">
            <w:pPr>
              <w:pStyle w:val="SIBulletList2"/>
            </w:pPr>
            <w:r w:rsidRPr="00BD757F">
              <w:t>servicing irrigation system components</w:t>
            </w:r>
          </w:p>
          <w:p w14:paraId="4657ABAC" w14:textId="77777777" w:rsidR="00102F7F" w:rsidRPr="00102F7F" w:rsidRDefault="00102F7F" w:rsidP="007E3310">
            <w:pPr>
              <w:pStyle w:val="SIBulletList2"/>
            </w:pPr>
            <w:r w:rsidRPr="00BD757F">
              <w:t>identifying and reporting faults in the irrigation system</w:t>
            </w:r>
          </w:p>
          <w:p w14:paraId="2C61CB2A" w14:textId="77777777" w:rsidR="00102F7F" w:rsidRPr="00102F7F" w:rsidRDefault="00102F7F" w:rsidP="007E3310">
            <w:pPr>
              <w:pStyle w:val="SIBulletList2"/>
            </w:pPr>
            <w:r w:rsidRPr="00BD757F">
              <w:t>fixing leaking heads and hoses</w:t>
            </w:r>
          </w:p>
          <w:p w14:paraId="3EBBD064" w14:textId="102855B4" w:rsidR="00102F7F" w:rsidRPr="00102F7F" w:rsidRDefault="00102F7F" w:rsidP="007E3310">
            <w:pPr>
              <w:pStyle w:val="SIBulletList2"/>
            </w:pPr>
            <w:r w:rsidRPr="00BD757F">
              <w:t>monitor</w:t>
            </w:r>
            <w:r w:rsidRPr="00102F7F">
              <w:t>ing water requirements</w:t>
            </w:r>
          </w:p>
          <w:p w14:paraId="463666C4" w14:textId="77777777" w:rsidR="00102F7F" w:rsidRPr="00102F7F" w:rsidRDefault="00102F7F" w:rsidP="007E3310">
            <w:pPr>
              <w:pStyle w:val="SIBulletList2"/>
            </w:pPr>
            <w:r w:rsidRPr="00BD757F">
              <w:t>using soil moisture devices</w:t>
            </w:r>
          </w:p>
          <w:p w14:paraId="30115042" w14:textId="77777777" w:rsidR="00102F7F" w:rsidRPr="00102F7F" w:rsidRDefault="00102F7F" w:rsidP="00603AD3">
            <w:pPr>
              <w:pStyle w:val="SIBulletList1"/>
            </w:pPr>
            <w:r w:rsidRPr="00BD757F">
              <w:t>checking plants for</w:t>
            </w:r>
            <w:r w:rsidRPr="00102F7F">
              <w:t xml:space="preserve"> physical signs of water stress or waterlogging</w:t>
            </w:r>
          </w:p>
          <w:p w14:paraId="2340D2C3" w14:textId="766C9428" w:rsidR="00102F7F" w:rsidRPr="00102F7F" w:rsidRDefault="00102F7F" w:rsidP="00603AD3">
            <w:pPr>
              <w:pStyle w:val="SIBulletList1"/>
            </w:pPr>
            <w:r>
              <w:lastRenderedPageBreak/>
              <w:t xml:space="preserve">types of </w:t>
            </w:r>
            <w:r w:rsidRPr="00102F7F">
              <w:t>potting media, their characteristics and effect on plant growth</w:t>
            </w:r>
          </w:p>
          <w:p w14:paraId="08E25411" w14:textId="77777777" w:rsidR="00102F7F" w:rsidRPr="00102F7F" w:rsidRDefault="00102F7F" w:rsidP="00603AD3">
            <w:pPr>
              <w:pStyle w:val="SIBulletList1"/>
            </w:pPr>
            <w:r w:rsidRPr="00324917">
              <w:t>tests to determine quality of potting media</w:t>
            </w:r>
            <w:r w:rsidRPr="00102F7F">
              <w:t>:</w:t>
            </w:r>
          </w:p>
          <w:p w14:paraId="6B22F3D4" w14:textId="53899525" w:rsidR="00102F7F" w:rsidRPr="00102F7F" w:rsidRDefault="00102F7F" w:rsidP="007E3310">
            <w:pPr>
              <w:pStyle w:val="SIBulletList2"/>
            </w:pPr>
            <w:r w:rsidRPr="00BD757F">
              <w:t>pH</w:t>
            </w:r>
            <w:r w:rsidR="00DB1F2E">
              <w:t xml:space="preserve">, </w:t>
            </w:r>
            <w:r w:rsidRPr="00BD757F">
              <w:t>drainage</w:t>
            </w:r>
            <w:r w:rsidR="00DB1F2E">
              <w:t xml:space="preserve">, </w:t>
            </w:r>
            <w:r w:rsidRPr="00BD757F">
              <w:t>aeration</w:t>
            </w:r>
          </w:p>
          <w:p w14:paraId="36F0FB23" w14:textId="77777777" w:rsidR="00102F7F" w:rsidRPr="00102F7F" w:rsidRDefault="00102F7F" w:rsidP="007E3310">
            <w:pPr>
              <w:pStyle w:val="SIBulletList2"/>
            </w:pPr>
            <w:r w:rsidRPr="00BD757F">
              <w:t>salinity</w:t>
            </w:r>
          </w:p>
          <w:p w14:paraId="55DF2F93" w14:textId="77777777" w:rsidR="00102F7F" w:rsidRPr="00102F7F" w:rsidRDefault="00102F7F" w:rsidP="007E3310">
            <w:pPr>
              <w:pStyle w:val="SIBulletList2"/>
            </w:pPr>
            <w:r w:rsidRPr="00BD757F">
              <w:t>nitrate levels</w:t>
            </w:r>
          </w:p>
          <w:p w14:paraId="6E310DA4" w14:textId="77777777" w:rsidR="00102F7F" w:rsidRPr="00102F7F" w:rsidRDefault="00102F7F" w:rsidP="007E3310">
            <w:pPr>
              <w:pStyle w:val="SIBulletList2"/>
            </w:pPr>
            <w:r w:rsidRPr="00BD757F">
              <w:t>water repellence</w:t>
            </w:r>
          </w:p>
          <w:p w14:paraId="74CF0915" w14:textId="16D2CAE8" w:rsidR="006B275A" w:rsidRPr="0004120A" w:rsidRDefault="006B275A" w:rsidP="00603AD3">
            <w:pPr>
              <w:pStyle w:val="SIBulletList1"/>
            </w:pPr>
            <w:r>
              <w:t xml:space="preserve">maintaining </w:t>
            </w:r>
            <w:r w:rsidRPr="0004120A">
              <w:t xml:space="preserve">work area to </w:t>
            </w:r>
            <w:r>
              <w:t xml:space="preserve">meet </w:t>
            </w:r>
            <w:r w:rsidRPr="0004120A">
              <w:t>workplace hygiene standards:</w:t>
            </w:r>
          </w:p>
          <w:p w14:paraId="511D857E" w14:textId="77777777" w:rsidR="00102F7F" w:rsidRPr="00102F7F" w:rsidRDefault="00102F7F" w:rsidP="007E3310">
            <w:pPr>
              <w:pStyle w:val="SIBulletList2"/>
            </w:pPr>
            <w:r w:rsidRPr="00BD757F">
              <w:t>removing weeds</w:t>
            </w:r>
          </w:p>
          <w:p w14:paraId="7497233D" w14:textId="77777777" w:rsidR="00102F7F" w:rsidRPr="00102F7F" w:rsidRDefault="00102F7F" w:rsidP="007E3310">
            <w:pPr>
              <w:pStyle w:val="SIBulletList2"/>
            </w:pPr>
            <w:r w:rsidRPr="00BD757F">
              <w:t>removing dead or diseased plant materials</w:t>
            </w:r>
          </w:p>
          <w:p w14:paraId="652FCDA6" w14:textId="77777777" w:rsidR="00102F7F" w:rsidRPr="00102F7F" w:rsidRDefault="00102F7F" w:rsidP="007E3310">
            <w:pPr>
              <w:pStyle w:val="SIBulletList2"/>
            </w:pPr>
            <w:r w:rsidRPr="00BD757F">
              <w:t>washing work area on transfer of plants</w:t>
            </w:r>
          </w:p>
          <w:p w14:paraId="75F1481F" w14:textId="77777777" w:rsidR="00102F7F" w:rsidRPr="00102F7F" w:rsidRDefault="00102F7F" w:rsidP="007E3310">
            <w:pPr>
              <w:pStyle w:val="SIBulletList2"/>
            </w:pPr>
            <w:r w:rsidRPr="00BD757F">
              <w:t>disinfecting tools, equipment and work areas</w:t>
            </w:r>
          </w:p>
          <w:p w14:paraId="4468BFE7" w14:textId="77777777" w:rsidR="00102F7F" w:rsidRPr="00102F7F" w:rsidRDefault="00102F7F" w:rsidP="007E3310">
            <w:pPr>
              <w:pStyle w:val="SIBulletList2"/>
            </w:pPr>
            <w:r w:rsidRPr="00BD757F">
              <w:t>using foot baths on entry to different work areas</w:t>
            </w:r>
          </w:p>
          <w:p w14:paraId="0196D777" w14:textId="77777777" w:rsidR="00102F7F" w:rsidRPr="00102F7F" w:rsidRDefault="00102F7F" w:rsidP="00603AD3">
            <w:pPr>
              <w:pStyle w:val="SIBulletList1"/>
            </w:pPr>
            <w:r>
              <w:t xml:space="preserve">procedures for </w:t>
            </w:r>
            <w:r w:rsidRPr="00102F7F">
              <w:t>applying treatments to vines:</w:t>
            </w:r>
          </w:p>
          <w:p w14:paraId="12D49BD8" w14:textId="77777777" w:rsidR="00102F7F" w:rsidRPr="00102F7F" w:rsidRDefault="00102F7F" w:rsidP="007E3310">
            <w:pPr>
              <w:pStyle w:val="SIBulletList2"/>
            </w:pPr>
            <w:r w:rsidRPr="00BD757F">
              <w:t>fungicides</w:t>
            </w:r>
          </w:p>
          <w:p w14:paraId="016B5603" w14:textId="77777777" w:rsidR="00102F7F" w:rsidRPr="00102F7F" w:rsidRDefault="00102F7F" w:rsidP="007E3310">
            <w:pPr>
              <w:pStyle w:val="SIBulletList2"/>
            </w:pPr>
            <w:r w:rsidRPr="00BD757F">
              <w:t>fertilisers</w:t>
            </w:r>
          </w:p>
          <w:p w14:paraId="0DCF53F9" w14:textId="77777777" w:rsidR="00102F7F" w:rsidRPr="00102F7F" w:rsidRDefault="00102F7F" w:rsidP="007E3310">
            <w:pPr>
              <w:pStyle w:val="SIBulletList2"/>
            </w:pPr>
            <w:r w:rsidRPr="00BD757F">
              <w:t>insecticides</w:t>
            </w:r>
          </w:p>
          <w:p w14:paraId="65D52CFE" w14:textId="77777777" w:rsidR="00102F7F" w:rsidRPr="00102F7F" w:rsidRDefault="00102F7F" w:rsidP="007E3310">
            <w:pPr>
              <w:pStyle w:val="SIBulletList2"/>
            </w:pPr>
            <w:r w:rsidRPr="00BD757F">
              <w:t>hormones</w:t>
            </w:r>
          </w:p>
          <w:p w14:paraId="3E2BFC71" w14:textId="77777777" w:rsidR="00102F7F" w:rsidRPr="00102F7F" w:rsidRDefault="00102F7F" w:rsidP="007E3310">
            <w:pPr>
              <w:pStyle w:val="SIBulletList2"/>
            </w:pPr>
            <w:r w:rsidRPr="00BD757F">
              <w:t>pruning</w:t>
            </w:r>
          </w:p>
          <w:p w14:paraId="388051AB" w14:textId="77777777" w:rsidR="00102F7F" w:rsidRPr="00102F7F" w:rsidRDefault="00102F7F" w:rsidP="007E3310">
            <w:pPr>
              <w:pStyle w:val="SIBulletList2"/>
            </w:pPr>
            <w:r w:rsidRPr="00BD757F">
              <w:t>hardening off</w:t>
            </w:r>
          </w:p>
          <w:p w14:paraId="4D1B8B55" w14:textId="77777777" w:rsidR="00102F7F" w:rsidRPr="00102F7F" w:rsidRDefault="00102F7F" w:rsidP="007E3310">
            <w:pPr>
              <w:pStyle w:val="SIBulletList2"/>
            </w:pPr>
            <w:r w:rsidRPr="00BD757F">
              <w:t>prepar</w:t>
            </w:r>
            <w:r w:rsidRPr="00102F7F">
              <w:t>ing, mixing and using chemicals</w:t>
            </w:r>
          </w:p>
          <w:p w14:paraId="584CBF1B" w14:textId="1A9310CF" w:rsidR="00102F7F" w:rsidRPr="00730E78" w:rsidRDefault="00102F7F" w:rsidP="007E3310">
            <w:pPr>
              <w:pStyle w:val="SIBulletList2"/>
            </w:pPr>
            <w:r w:rsidRPr="00730E78">
              <w:t>quality parameters for nursery plants</w:t>
            </w:r>
          </w:p>
          <w:p w14:paraId="7107746A" w14:textId="57DF63AC" w:rsidR="00102F7F" w:rsidRPr="00730E78" w:rsidRDefault="00102F7F" w:rsidP="007E3310">
            <w:pPr>
              <w:pStyle w:val="SIBulletList2"/>
            </w:pPr>
            <w:r w:rsidRPr="00730E78">
              <w:t>treatments required by plants at different growth stages</w:t>
            </w:r>
          </w:p>
          <w:p w14:paraId="060FCF91" w14:textId="44DD7586" w:rsidR="00102F7F" w:rsidRPr="00102F7F" w:rsidRDefault="00102F7F" w:rsidP="00603AD3">
            <w:pPr>
              <w:pStyle w:val="SIBulletList1"/>
            </w:pPr>
            <w:r w:rsidRPr="00730E78">
              <w:t>work</w:t>
            </w:r>
            <w:r w:rsidRPr="00102F7F">
              <w:t xml:space="preserve"> health and safety (WHS) hazards and controls</w:t>
            </w:r>
            <w:r w:rsidR="006019B5">
              <w:t>:</w:t>
            </w:r>
          </w:p>
          <w:p w14:paraId="279A9517" w14:textId="77777777" w:rsidR="00102F7F" w:rsidRPr="00102F7F" w:rsidRDefault="00102F7F" w:rsidP="007E3310">
            <w:pPr>
              <w:pStyle w:val="SIBulletList2"/>
            </w:pPr>
            <w:r w:rsidRPr="00BD757F">
              <w:t>select</w:t>
            </w:r>
            <w:r w:rsidRPr="00102F7F">
              <w:t>ing, fitting and using appropriate personal protective clothing and equipment</w:t>
            </w:r>
          </w:p>
          <w:p w14:paraId="70565BA9" w14:textId="77777777" w:rsidR="00102F7F" w:rsidRPr="00102F7F" w:rsidRDefault="00102F7F" w:rsidP="007E3310">
            <w:pPr>
              <w:pStyle w:val="SIBulletList2"/>
            </w:pPr>
            <w:r w:rsidRPr="00BD757F">
              <w:t>identify</w:t>
            </w:r>
            <w:r w:rsidRPr="00102F7F">
              <w:t>ing potential and existing hazards in the work area and implementing safe work procedures to minimise hazards</w:t>
            </w:r>
          </w:p>
          <w:p w14:paraId="3C074719" w14:textId="77777777" w:rsidR="00102F7F" w:rsidRPr="00102F7F" w:rsidRDefault="00102F7F" w:rsidP="00603AD3">
            <w:pPr>
              <w:pStyle w:val="SIBulletList1"/>
            </w:pPr>
            <w:r>
              <w:t xml:space="preserve">procedures for </w:t>
            </w:r>
            <w:r w:rsidRPr="00102F7F">
              <w:t>monitoring and preparing stock for dispatch:</w:t>
            </w:r>
          </w:p>
          <w:p w14:paraId="3FD6F141" w14:textId="77777777" w:rsidR="00603AD3" w:rsidRPr="00603AD3" w:rsidRDefault="00603AD3" w:rsidP="007E3310">
            <w:pPr>
              <w:pStyle w:val="SIBulletList2"/>
            </w:pPr>
            <w:r w:rsidRPr="00603AD3">
              <w:t>packing, dispatching and handling techniques of nursery plants</w:t>
            </w:r>
          </w:p>
          <w:p w14:paraId="33F21924" w14:textId="77777777" w:rsidR="00603AD3" w:rsidRPr="00603AD3" w:rsidRDefault="00603AD3" w:rsidP="007E3310">
            <w:pPr>
              <w:pStyle w:val="SIBulletList2"/>
            </w:pPr>
            <w:r w:rsidRPr="00603AD3">
              <w:t>labelling containers</w:t>
            </w:r>
          </w:p>
          <w:p w14:paraId="69BB3B57" w14:textId="77777777" w:rsidR="00603AD3" w:rsidRPr="00603AD3" w:rsidRDefault="00603AD3" w:rsidP="007E3310">
            <w:pPr>
              <w:pStyle w:val="SIBulletList2"/>
            </w:pPr>
            <w:r w:rsidRPr="00603AD3">
              <w:t>checking orders against stock prepared</w:t>
            </w:r>
          </w:p>
          <w:p w14:paraId="64EE5ABF" w14:textId="2769D87E" w:rsidR="00603AD3" w:rsidRDefault="00603AD3" w:rsidP="007E3310">
            <w:pPr>
              <w:pStyle w:val="SIBulletList2"/>
            </w:pPr>
            <w:r w:rsidRPr="00603AD3">
              <w:t>hydrating stock</w:t>
            </w:r>
            <w:r w:rsidRPr="00603AD3" w:rsidDel="00603AD3">
              <w:t xml:space="preserve"> </w:t>
            </w:r>
          </w:p>
          <w:p w14:paraId="4203E0A6" w14:textId="77777777" w:rsidR="00102F7F" w:rsidRPr="00102F7F" w:rsidRDefault="00102F7F" w:rsidP="00603AD3">
            <w:pPr>
              <w:pStyle w:val="SIBulletList1"/>
            </w:pPr>
            <w:r w:rsidRPr="00324917">
              <w:t>procedures and responsibility for reporting problems and anomalies</w:t>
            </w:r>
          </w:p>
          <w:p w14:paraId="29CE16B3" w14:textId="77777777" w:rsidR="00102F7F" w:rsidRPr="00102F7F" w:rsidRDefault="00102F7F" w:rsidP="00603AD3">
            <w:pPr>
              <w:pStyle w:val="SIBulletList1"/>
            </w:pPr>
            <w:r>
              <w:t xml:space="preserve">procedures for </w:t>
            </w:r>
            <w:r w:rsidRPr="00102F7F">
              <w:t>liaising with customers</w:t>
            </w:r>
          </w:p>
          <w:p w14:paraId="3BE85DF4" w14:textId="77777777" w:rsidR="00102F7F" w:rsidRPr="00102F7F" w:rsidRDefault="00102F7F" w:rsidP="00603AD3">
            <w:pPr>
              <w:pStyle w:val="SIBulletList1"/>
            </w:pPr>
            <w:r>
              <w:t xml:space="preserve">procedures for </w:t>
            </w:r>
            <w:r w:rsidRPr="00102F7F">
              <w:t>maintaining workplace records.</w:t>
            </w:r>
          </w:p>
        </w:tc>
      </w:tr>
    </w:tbl>
    <w:p w14:paraId="4C55D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B01E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234F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A5D79" w14:textId="77777777" w:rsidTr="00CA2922">
        <w:tc>
          <w:tcPr>
            <w:tcW w:w="5000" w:type="pct"/>
            <w:shd w:val="clear" w:color="auto" w:fill="auto"/>
          </w:tcPr>
          <w:p w14:paraId="4FE422FE" w14:textId="2AFE1BB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1F52DF" w14:textId="77777777" w:rsidR="00102F7F" w:rsidRPr="00102F7F" w:rsidRDefault="00102F7F" w:rsidP="00102F7F">
            <w:pPr>
              <w:pStyle w:val="SIBulletList1"/>
            </w:pPr>
            <w:r>
              <w:t>physical conditions:</w:t>
            </w:r>
          </w:p>
          <w:p w14:paraId="12BB24BC" w14:textId="0625B713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 xml:space="preserve">a </w:t>
            </w:r>
            <w:r w:rsidR="00AB7C9C">
              <w:rPr>
                <w:rFonts w:eastAsia="Calibri"/>
              </w:rPr>
              <w:t>plant nursey o</w:t>
            </w:r>
            <w:r w:rsidRPr="00102F7F">
              <w:rPr>
                <w:rFonts w:eastAsia="Calibri"/>
              </w:rPr>
              <w:t>r an environment that accurately represents workplace conditions</w:t>
            </w:r>
          </w:p>
          <w:p w14:paraId="307CED2E" w14:textId="77777777" w:rsidR="00102F7F" w:rsidRPr="00102F7F" w:rsidRDefault="00102F7F" w:rsidP="00102F7F">
            <w:pPr>
              <w:pStyle w:val="SIBulletList1"/>
            </w:pPr>
            <w:r>
              <w:t>resources, e</w:t>
            </w:r>
            <w:r w:rsidRPr="00102F7F">
              <w:t>quipment and materials:</w:t>
            </w:r>
          </w:p>
          <w:p w14:paraId="43A3CFFB" w14:textId="3ED660AD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personal protective equipment</w:t>
            </w:r>
          </w:p>
          <w:p w14:paraId="7E6EBAF4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equipment, services and corresponding information</w:t>
            </w:r>
          </w:p>
          <w:p w14:paraId="79071C9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nursery stock</w:t>
            </w:r>
          </w:p>
          <w:p w14:paraId="20E1F4E0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hygiene procedures, materials and equipment</w:t>
            </w:r>
          </w:p>
          <w:p w14:paraId="177C0B9F" w14:textId="41479BBF" w:rsidR="00102F7F" w:rsidRPr="00102F7F" w:rsidRDefault="007F245E" w:rsidP="00102F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 for</w:t>
            </w:r>
            <w:r w:rsidR="00102F7F" w:rsidRPr="00102F7F">
              <w:rPr>
                <w:rFonts w:eastAsia="Calibri"/>
              </w:rPr>
              <w:t xml:space="preserve"> recording requirements and procedures</w:t>
            </w:r>
          </w:p>
          <w:p w14:paraId="0CD688DD" w14:textId="77777777" w:rsidR="00102F7F" w:rsidRPr="00102F7F" w:rsidRDefault="00102F7F" w:rsidP="00102F7F">
            <w:pPr>
              <w:pStyle w:val="SIBulletList1"/>
              <w:rPr>
                <w:rFonts w:eastAsia="Calibri"/>
              </w:rPr>
            </w:pPr>
            <w:r w:rsidRPr="00102F7F">
              <w:rPr>
                <w:rFonts w:eastAsia="Calibri"/>
              </w:rPr>
              <w:t>specifications:</w:t>
            </w:r>
          </w:p>
          <w:p w14:paraId="1D4D3F4F" w14:textId="2975825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 xml:space="preserve">work procedures, including advice on company practices, safe work practices, </w:t>
            </w:r>
            <w:r w:rsidR="00953BED">
              <w:rPr>
                <w:rFonts w:eastAsia="Calibri"/>
              </w:rPr>
              <w:t xml:space="preserve">plant </w:t>
            </w:r>
            <w:r w:rsidRPr="00102F7F">
              <w:rPr>
                <w:rFonts w:eastAsia="Calibri"/>
              </w:rPr>
              <w:t>quality and environmental requirements</w:t>
            </w:r>
          </w:p>
          <w:p w14:paraId="6AFC2D33" w14:textId="1724CF2A" w:rsidR="00102F7F" w:rsidRDefault="00102F7F" w:rsidP="000754EC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instructions, information, specifications and schedules</w:t>
            </w:r>
            <w:r w:rsidR="004C4361">
              <w:rPr>
                <w:rFonts w:eastAsia="Calibri"/>
              </w:rPr>
              <w:t>.</w:t>
            </w:r>
          </w:p>
          <w:p w14:paraId="7A2C3CBF" w14:textId="77777777" w:rsidR="004C4361" w:rsidRPr="004C4361" w:rsidRDefault="004C4361" w:rsidP="004C4361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  <w:bookmarkStart w:id="3" w:name="_GoBack"/>
            <w:bookmarkEnd w:id="3"/>
          </w:p>
          <w:p w14:paraId="675EF9A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19D87AA" w14:textId="77777777" w:rsidR="00F1480E" w:rsidRPr="000754EC" w:rsidRDefault="00F1480E" w:rsidP="008914A9">
            <w:pPr>
              <w:pStyle w:val="SIText"/>
              <w:rPr>
                <w:rFonts w:eastAsia="Calibri"/>
              </w:rPr>
            </w:pPr>
          </w:p>
        </w:tc>
      </w:tr>
    </w:tbl>
    <w:p w14:paraId="3290C7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EBCC4" w14:textId="77777777" w:rsidTr="004679E3">
        <w:tc>
          <w:tcPr>
            <w:tcW w:w="990" w:type="pct"/>
            <w:shd w:val="clear" w:color="auto" w:fill="auto"/>
          </w:tcPr>
          <w:p w14:paraId="773693A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50D8ED" w14:textId="0CB2FADF" w:rsidR="00CD7A28" w:rsidRPr="000754EC" w:rsidRDefault="00391806" w:rsidP="00CD7A28">
            <w:pPr>
              <w:pStyle w:val="SIText"/>
            </w:pPr>
            <w:r w:rsidRPr="00391806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FBC554F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7:37:00Z" w:initials="DT">
    <w:p w14:paraId="6839EF5B" w14:textId="67C94A32" w:rsidR="00117F84" w:rsidRDefault="00117F84">
      <w:r>
        <w:annotationRef/>
      </w:r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FDFWGG2007A Tend containerised plants and </w:t>
      </w:r>
      <w:r>
        <w:rPr>
          <w:rFonts w:eastAsiaTheme="minorHAnsi" w:cs="Arial"/>
          <w:sz w:val="26"/>
          <w:szCs w:val="26"/>
          <w:lang w:val="en-US" w:eastAsia="en-US"/>
        </w:rPr>
        <w:t>FDFWGG2012A Identify and treat nursery plant disorders </w:t>
      </w:r>
      <w:r>
        <w:rPr>
          <w:rFonts w:eastAsiaTheme="minorHAnsi" w:cs="Arial"/>
          <w:color w:val="1A1A1A"/>
          <w:sz w:val="26"/>
          <w:szCs w:val="26"/>
          <w:lang w:val="en-US" w:eastAsia="en-US"/>
        </w:rPr>
        <w:t>are recommended for removal.</w:t>
      </w:r>
    </w:p>
  </w:comment>
  <w:comment w:id="1" w:author="Ruth Geldard" w:date="2018-04-20T10:30:00Z" w:initials="RG">
    <w:p w14:paraId="6DDC6927" w14:textId="3BBAF73A" w:rsidR="00AB7C9C" w:rsidRDefault="00AB7C9C">
      <w:r>
        <w:annotationRef/>
      </w:r>
      <w:r w:rsidR="007B2A99">
        <w:rPr>
          <w:noProof/>
        </w:rPr>
        <w:t>SME to check Knowledge Evidence points</w:t>
      </w:r>
    </w:p>
  </w:comment>
  <w:comment w:id="2" w:author="Ruth Geldard" w:date="2018-04-20T10:31:00Z" w:initials="RG">
    <w:p w14:paraId="44EE791F" w14:textId="0BA9760D" w:rsidR="00D73A7E" w:rsidRDefault="00D73A7E"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39EF5B" w15:done="0"/>
  <w15:commentEx w15:paraId="6DDC6927" w15:done="0"/>
  <w15:commentEx w15:paraId="44EE791F" w15:paraIdParent="6DDC692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39EF5B" w16cid:durableId="1E60D1D8"/>
  <w16cid:commentId w16cid:paraId="11C56FD0" w16cid:durableId="1E60D1D9"/>
  <w16cid:commentId w16cid:paraId="13D92D20" w16cid:durableId="1E60D1DA"/>
  <w16cid:commentId w16cid:paraId="482EB569" w16cid:durableId="1E60D1DB"/>
  <w16cid:commentId w16cid:paraId="72DF0E66" w16cid:durableId="1E60E28B"/>
  <w16cid:commentId w16cid:paraId="6F87AF06" w16cid:durableId="1E60D1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7DE05" w14:textId="77777777" w:rsidR="007B2A99" w:rsidRDefault="007B2A99" w:rsidP="00BF3F0A">
      <w:r>
        <w:separator/>
      </w:r>
    </w:p>
    <w:p w14:paraId="0E4D2F2D" w14:textId="77777777" w:rsidR="007B2A99" w:rsidRDefault="007B2A99"/>
  </w:endnote>
  <w:endnote w:type="continuationSeparator" w:id="0">
    <w:p w14:paraId="1A4F8FD6" w14:textId="77777777" w:rsidR="007B2A99" w:rsidRDefault="007B2A99" w:rsidP="00BF3F0A">
      <w:r>
        <w:continuationSeparator/>
      </w:r>
    </w:p>
    <w:p w14:paraId="794DCD45" w14:textId="77777777" w:rsidR="007B2A99" w:rsidRDefault="007B2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370B76C" w14:textId="15AEE8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4361">
          <w:rPr>
            <w:noProof/>
          </w:rPr>
          <w:t>5</w:t>
        </w:r>
        <w:r w:rsidRPr="000754EC">
          <w:fldChar w:fldCharType="end"/>
        </w:r>
      </w:p>
      <w:p w14:paraId="36396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3764D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3DBB7" w14:textId="77777777" w:rsidR="007B2A99" w:rsidRDefault="007B2A99" w:rsidP="00BF3F0A">
      <w:r>
        <w:separator/>
      </w:r>
    </w:p>
    <w:p w14:paraId="4890D924" w14:textId="77777777" w:rsidR="007B2A99" w:rsidRDefault="007B2A99"/>
  </w:footnote>
  <w:footnote w:type="continuationSeparator" w:id="0">
    <w:p w14:paraId="773EACAD" w14:textId="77777777" w:rsidR="007B2A99" w:rsidRDefault="007B2A99" w:rsidP="00BF3F0A">
      <w:r>
        <w:continuationSeparator/>
      </w:r>
    </w:p>
    <w:p w14:paraId="3A73708B" w14:textId="77777777" w:rsidR="007B2A99" w:rsidRDefault="007B2A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AEA4" w14:textId="58573F82" w:rsidR="009C2650" w:rsidRPr="00DB1F2E" w:rsidRDefault="00AD603D" w:rsidP="00DB1F2E">
    <w:r>
      <w:t>FBPVIT</w:t>
    </w:r>
    <w:r w:rsidR="00DB1F2E" w:rsidRPr="00102F7F">
      <w:t>3</w:t>
    </w:r>
    <w:r w:rsidR="00155FF8">
      <w:t>XXX</w:t>
    </w:r>
    <w:r w:rsidR="00DB1F2E" w:rsidRPr="00102F7F">
      <w:t xml:space="preserve"> Monitor and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2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03D"/>
    <w:rsid w:val="00036AE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19"/>
    <w:rsid w:val="000D7E7D"/>
    <w:rsid w:val="000E25E6"/>
    <w:rsid w:val="000E2C86"/>
    <w:rsid w:val="000F29F2"/>
    <w:rsid w:val="00101659"/>
    <w:rsid w:val="00102F7F"/>
    <w:rsid w:val="001078BF"/>
    <w:rsid w:val="00117F84"/>
    <w:rsid w:val="00133957"/>
    <w:rsid w:val="001372F6"/>
    <w:rsid w:val="00144385"/>
    <w:rsid w:val="00146EEC"/>
    <w:rsid w:val="00151739"/>
    <w:rsid w:val="00151D55"/>
    <w:rsid w:val="00151D93"/>
    <w:rsid w:val="00155FF8"/>
    <w:rsid w:val="00156EF3"/>
    <w:rsid w:val="00176E4F"/>
    <w:rsid w:val="00182890"/>
    <w:rsid w:val="0018546B"/>
    <w:rsid w:val="001A6A3E"/>
    <w:rsid w:val="001A7B6D"/>
    <w:rsid w:val="001B34D5"/>
    <w:rsid w:val="001B513A"/>
    <w:rsid w:val="001C0A75"/>
    <w:rsid w:val="001C1306"/>
    <w:rsid w:val="001C5050"/>
    <w:rsid w:val="001D5C1B"/>
    <w:rsid w:val="001D7F5B"/>
    <w:rsid w:val="001E16BC"/>
    <w:rsid w:val="001E16DF"/>
    <w:rsid w:val="001F12BC"/>
    <w:rsid w:val="001F2BA5"/>
    <w:rsid w:val="001F308D"/>
    <w:rsid w:val="00200CF8"/>
    <w:rsid w:val="00201A7C"/>
    <w:rsid w:val="0021210E"/>
    <w:rsid w:val="0021414D"/>
    <w:rsid w:val="00223124"/>
    <w:rsid w:val="00231034"/>
    <w:rsid w:val="00233143"/>
    <w:rsid w:val="00234444"/>
    <w:rsid w:val="00242293"/>
    <w:rsid w:val="00242FD5"/>
    <w:rsid w:val="00244EA7"/>
    <w:rsid w:val="00251E96"/>
    <w:rsid w:val="00252FE3"/>
    <w:rsid w:val="00262FC3"/>
    <w:rsid w:val="0026394F"/>
    <w:rsid w:val="00272445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4A93"/>
    <w:rsid w:val="00346FDC"/>
    <w:rsid w:val="00350BB1"/>
    <w:rsid w:val="00352C83"/>
    <w:rsid w:val="00366805"/>
    <w:rsid w:val="0037067D"/>
    <w:rsid w:val="0038735B"/>
    <w:rsid w:val="003916D1"/>
    <w:rsid w:val="0039180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0B2"/>
    <w:rsid w:val="0043212E"/>
    <w:rsid w:val="00434366"/>
    <w:rsid w:val="00434ECE"/>
    <w:rsid w:val="00444423"/>
    <w:rsid w:val="004451C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361"/>
    <w:rsid w:val="004C79A1"/>
    <w:rsid w:val="004D0D5F"/>
    <w:rsid w:val="004D1569"/>
    <w:rsid w:val="004D2AB8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F8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8BB"/>
    <w:rsid w:val="00575BC6"/>
    <w:rsid w:val="00583902"/>
    <w:rsid w:val="005A1D70"/>
    <w:rsid w:val="005A3AA5"/>
    <w:rsid w:val="005A6C9C"/>
    <w:rsid w:val="005A74DC"/>
    <w:rsid w:val="005B5146"/>
    <w:rsid w:val="005D1AFD"/>
    <w:rsid w:val="005E026B"/>
    <w:rsid w:val="005E51E6"/>
    <w:rsid w:val="005F027A"/>
    <w:rsid w:val="005F33CC"/>
    <w:rsid w:val="005F771F"/>
    <w:rsid w:val="006019B5"/>
    <w:rsid w:val="00603AD3"/>
    <w:rsid w:val="006121D4"/>
    <w:rsid w:val="00613B49"/>
    <w:rsid w:val="00616845"/>
    <w:rsid w:val="00620E8E"/>
    <w:rsid w:val="00621FB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EE6"/>
    <w:rsid w:val="006B275A"/>
    <w:rsid w:val="006C2F32"/>
    <w:rsid w:val="006D38C3"/>
    <w:rsid w:val="006D4448"/>
    <w:rsid w:val="006D6DFD"/>
    <w:rsid w:val="006E2C4D"/>
    <w:rsid w:val="006E42FE"/>
    <w:rsid w:val="006F0D02"/>
    <w:rsid w:val="006F10FE"/>
    <w:rsid w:val="006F3033"/>
    <w:rsid w:val="006F3622"/>
    <w:rsid w:val="0070431B"/>
    <w:rsid w:val="00705EEC"/>
    <w:rsid w:val="00707741"/>
    <w:rsid w:val="007134FE"/>
    <w:rsid w:val="00715794"/>
    <w:rsid w:val="00717385"/>
    <w:rsid w:val="00722769"/>
    <w:rsid w:val="00725178"/>
    <w:rsid w:val="00727901"/>
    <w:rsid w:val="0073075B"/>
    <w:rsid w:val="00730E78"/>
    <w:rsid w:val="0073404B"/>
    <w:rsid w:val="007341FF"/>
    <w:rsid w:val="007404E9"/>
    <w:rsid w:val="007444CF"/>
    <w:rsid w:val="00751C4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A99"/>
    <w:rsid w:val="007D5A78"/>
    <w:rsid w:val="007E3310"/>
    <w:rsid w:val="007E3BD1"/>
    <w:rsid w:val="007E708B"/>
    <w:rsid w:val="007F1563"/>
    <w:rsid w:val="007F1EB2"/>
    <w:rsid w:val="007F245E"/>
    <w:rsid w:val="007F44DB"/>
    <w:rsid w:val="007F5A8B"/>
    <w:rsid w:val="00810C9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4C6"/>
    <w:rsid w:val="00886790"/>
    <w:rsid w:val="008908DE"/>
    <w:rsid w:val="008914A9"/>
    <w:rsid w:val="008A12ED"/>
    <w:rsid w:val="008A39D3"/>
    <w:rsid w:val="008B1B2B"/>
    <w:rsid w:val="008B2C77"/>
    <w:rsid w:val="008B4AD2"/>
    <w:rsid w:val="008B7138"/>
    <w:rsid w:val="008D208C"/>
    <w:rsid w:val="008E1472"/>
    <w:rsid w:val="008E260C"/>
    <w:rsid w:val="008E39BE"/>
    <w:rsid w:val="008E62EC"/>
    <w:rsid w:val="008E69C4"/>
    <w:rsid w:val="008F32F6"/>
    <w:rsid w:val="00916CD7"/>
    <w:rsid w:val="00920927"/>
    <w:rsid w:val="00921B38"/>
    <w:rsid w:val="00923720"/>
    <w:rsid w:val="009278C9"/>
    <w:rsid w:val="00932CD7"/>
    <w:rsid w:val="00944C09"/>
    <w:rsid w:val="009476A1"/>
    <w:rsid w:val="009527CB"/>
    <w:rsid w:val="00953835"/>
    <w:rsid w:val="00953BED"/>
    <w:rsid w:val="00960F6C"/>
    <w:rsid w:val="00970747"/>
    <w:rsid w:val="009911BD"/>
    <w:rsid w:val="009A5900"/>
    <w:rsid w:val="009A6E6C"/>
    <w:rsid w:val="009A6F3F"/>
    <w:rsid w:val="009B331A"/>
    <w:rsid w:val="009C2650"/>
    <w:rsid w:val="009D15E2"/>
    <w:rsid w:val="009D15FE"/>
    <w:rsid w:val="009D575D"/>
    <w:rsid w:val="009D5D2C"/>
    <w:rsid w:val="009F0DCC"/>
    <w:rsid w:val="009F11CA"/>
    <w:rsid w:val="00A0695B"/>
    <w:rsid w:val="00A13052"/>
    <w:rsid w:val="00A216A8"/>
    <w:rsid w:val="00A223A6"/>
    <w:rsid w:val="00A2757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C9C"/>
    <w:rsid w:val="00AC0696"/>
    <w:rsid w:val="00AC4C98"/>
    <w:rsid w:val="00AC5F6B"/>
    <w:rsid w:val="00AD3896"/>
    <w:rsid w:val="00AD5B47"/>
    <w:rsid w:val="00AD603D"/>
    <w:rsid w:val="00AE1ED9"/>
    <w:rsid w:val="00AE32CB"/>
    <w:rsid w:val="00AF3957"/>
    <w:rsid w:val="00B12013"/>
    <w:rsid w:val="00B15098"/>
    <w:rsid w:val="00B22C67"/>
    <w:rsid w:val="00B269EC"/>
    <w:rsid w:val="00B318C7"/>
    <w:rsid w:val="00B3508F"/>
    <w:rsid w:val="00B41900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3517"/>
    <w:rsid w:val="00BF1D4C"/>
    <w:rsid w:val="00BF3F0A"/>
    <w:rsid w:val="00C143C3"/>
    <w:rsid w:val="00C1739B"/>
    <w:rsid w:val="00C21ADE"/>
    <w:rsid w:val="00C26067"/>
    <w:rsid w:val="00C30A29"/>
    <w:rsid w:val="00C317DC"/>
    <w:rsid w:val="00C57425"/>
    <w:rsid w:val="00C578E9"/>
    <w:rsid w:val="00C67D77"/>
    <w:rsid w:val="00C70626"/>
    <w:rsid w:val="00C72860"/>
    <w:rsid w:val="00C73582"/>
    <w:rsid w:val="00C73B90"/>
    <w:rsid w:val="00C742EC"/>
    <w:rsid w:val="00C954DC"/>
    <w:rsid w:val="00C96AF3"/>
    <w:rsid w:val="00C97CCC"/>
    <w:rsid w:val="00CA0274"/>
    <w:rsid w:val="00CA4940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3A7E"/>
    <w:rsid w:val="00D810DE"/>
    <w:rsid w:val="00D87D32"/>
    <w:rsid w:val="00D91188"/>
    <w:rsid w:val="00D92C83"/>
    <w:rsid w:val="00DA0A81"/>
    <w:rsid w:val="00DA3C10"/>
    <w:rsid w:val="00DA53B5"/>
    <w:rsid w:val="00DB1C01"/>
    <w:rsid w:val="00DB1F2E"/>
    <w:rsid w:val="00DC1D69"/>
    <w:rsid w:val="00DC2876"/>
    <w:rsid w:val="00DC5A3A"/>
    <w:rsid w:val="00DD0726"/>
    <w:rsid w:val="00DD5881"/>
    <w:rsid w:val="00DF7170"/>
    <w:rsid w:val="00E013E0"/>
    <w:rsid w:val="00E21010"/>
    <w:rsid w:val="00E238E6"/>
    <w:rsid w:val="00E35064"/>
    <w:rsid w:val="00E3681D"/>
    <w:rsid w:val="00E40225"/>
    <w:rsid w:val="00E501F0"/>
    <w:rsid w:val="00E6166D"/>
    <w:rsid w:val="00E87015"/>
    <w:rsid w:val="00E90A5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D19"/>
    <w:rsid w:val="00F069BD"/>
    <w:rsid w:val="00F1480E"/>
    <w:rsid w:val="00F1497D"/>
    <w:rsid w:val="00F16AAC"/>
    <w:rsid w:val="00F33FF2"/>
    <w:rsid w:val="00F36BE8"/>
    <w:rsid w:val="00F4266C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7C02"/>
    <w:rsid w:val="00F97DA9"/>
    <w:rsid w:val="00FA6AB1"/>
    <w:rsid w:val="00FB232E"/>
    <w:rsid w:val="00FB55DB"/>
    <w:rsid w:val="00FD557D"/>
    <w:rsid w:val="00FE0282"/>
    <w:rsid w:val="00FE124D"/>
    <w:rsid w:val="00FE2398"/>
    <w:rsid w:val="00FE2F80"/>
    <w:rsid w:val="00FE792C"/>
    <w:rsid w:val="00FF3A1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F0BC"/>
  <w15:docId w15:val="{F8C19681-2BC4-4050-A62B-75C38FBA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019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7C0C8B4C-EF9C-4A2D-BC2C-2D5C8F630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873CCF-FDEE-4490-9E25-67B12D35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</TotalTime>
  <Pages>5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Monitor and maintain nursery plants</vt:lpstr>
    </vt:vector>
  </TitlesOfParts>
  <Manager/>
  <Company>Skills Impact Ltd</Company>
  <LinksUpToDate>false</LinksUpToDate>
  <CharactersWithSpaces>8506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Monitor and maintain nursery plants</dc:title>
  <dc:subject/>
  <dc:creator>Dennis Trevarthen</dc:creator>
  <cp:keywords/>
  <dc:description/>
  <cp:lastModifiedBy>Ruth Geldard</cp:lastModifiedBy>
  <cp:revision>8</cp:revision>
  <cp:lastPrinted>2018-04-03T23:07:00Z</cp:lastPrinted>
  <dcterms:created xsi:type="dcterms:W3CDTF">2018-04-17T06:40:00Z</dcterms:created>
  <dcterms:modified xsi:type="dcterms:W3CDTF">2018-04-20T00:32:00Z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